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F333D" w14:textId="77777777" w:rsidR="00152DBA" w:rsidRPr="00152DBA" w:rsidRDefault="00152DBA" w:rsidP="00152DB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52DB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SARS-CoV-2/human/USA/OR-CDC-LC0452646/2021 ORF1ab polyprotein (ORF1ab), ORF1a polyprotein (ORF1ab), surface glycoprotein (S), ORF3a protein (ORF3a), envelope protein (E), membrane glycoprotein (M), ORF6 p...</w:t>
      </w:r>
    </w:p>
    <w:p w14:paraId="677D6E12" w14:textId="77777777" w:rsidR="00152DBA" w:rsidRPr="00152DBA" w:rsidRDefault="00152DBA" w:rsidP="00152DB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52DBA">
        <w:rPr>
          <w:rFonts w:ascii="ＭＳ Ｐゴシック" w:eastAsia="ＭＳ Ｐゴシック" w:hAnsi="ＭＳ Ｐゴシック" w:cs="ＭＳ Ｐゴシック"/>
          <w:kern w:val="0"/>
          <w:sz w:val="24"/>
        </w:rPr>
        <w:t>GenBank: OM225320.1</w:t>
      </w:r>
    </w:p>
    <w:p w14:paraId="51F48A3F" w14:textId="77777777" w:rsidR="00152DBA" w:rsidRPr="00152DBA" w:rsidRDefault="00152DBA" w:rsidP="00152DB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52DB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52DB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"https://www.ncbi.nlm.nih.gov/nuccore/OM225320.1?report=fasta" </w:instrText>
      </w:r>
      <w:r w:rsidRPr="00152DB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52DB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52DB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52DB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52DB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52DB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"https://www.ncbi.nlm.nih.gov/nuccore/OM225320.1?report=graph" </w:instrText>
      </w:r>
      <w:r w:rsidRPr="00152DB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52DB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52DB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52DB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225320.1"/>
    <w:bookmarkEnd w:id="1"/>
    <w:p w14:paraId="2D686755" w14:textId="77777777" w:rsidR="00152DBA" w:rsidRPr="00152DBA" w:rsidRDefault="00152DBA" w:rsidP="00152DB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52DB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52DB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"https://www.ncbi.nlm.nih.gov/nuccore/OM225320.1" \l "goto2176341989_0" </w:instrText>
      </w:r>
      <w:r w:rsidRPr="00152DB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52DB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52DB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950F68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>LOCUS       OM225320               29414 bp    RNA     linear   VRL 11-JAN-2022</w:t>
      </w:r>
    </w:p>
    <w:p w14:paraId="520F74C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6001CA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SARS-CoV-2/human/USA/OR-CDC-LC0452646/2021 ORF1ab polyprotein</w:t>
      </w:r>
    </w:p>
    <w:p w14:paraId="3D5755F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5A8A63E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0A28BB4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57A5DC3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and nucleocapsid phosphoprotein (N) genes,</w:t>
      </w:r>
    </w:p>
    <w:p w14:paraId="10FD73F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cds; and ORF10 protein (ORF10) gene, partial cds.</w:t>
      </w:r>
    </w:p>
    <w:p w14:paraId="6656594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>ACCESSION   OM225320</w:t>
      </w:r>
    </w:p>
    <w:p w14:paraId="19AB68B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>VERSION     OM225320.1</w:t>
      </w:r>
    </w:p>
    <w:p w14:paraId="5FDBD96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02FA6A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"https://www.ncbi.nlm.nih.gov/biosample/SAMN24832349"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SAMN24832349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F19EA0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7034DF3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7635F4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A4ADFA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573516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5407A65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4484B54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29414)</w:t>
      </w:r>
    </w:p>
    <w:p w14:paraId="322BAA6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034248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B6B22D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5824885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0C8F63B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73F17C2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1235F7F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3B76469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437F383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029B9D2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26E788A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1B713E3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626C978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7AFDDDD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7833C1F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74A40FB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54FCDA1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>REFERENCE   2  (bases 1 to 29414)</w:t>
      </w:r>
    </w:p>
    <w:p w14:paraId="03479E1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D899EB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39BC18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195D4FF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2BD14F0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17D0D3E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415CEB2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24B6FD0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1B15F40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343F550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7CADFF5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3A2A0BA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7A0E6F3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16CD97D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8475E3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4F70E0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(11-JAN-2022) Respiratory Viruses Branch, Division of</w:t>
      </w:r>
    </w:p>
    <w:p w14:paraId="64E2AB9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66DC9EE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8C9243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225320.1"/>
      <w:bookmarkEnd w:id="2"/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77E339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5F8DB56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5A759EF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D6136E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225320.1"/>
      <w:bookmarkEnd w:id="3"/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58565A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1..29414</w:t>
      </w:r>
    </w:p>
    <w:p w14:paraId="2999E18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F6DEFC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794892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85F3BB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/isolate="SARS-CoV-2/human/USA/OR-CDC-LC0452646/2021"</w:t>
      </w:r>
    </w:p>
    <w:p w14:paraId="2881E5E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1A5E427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D2782E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D5A4F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Oregon"</w:t>
      </w:r>
    </w:p>
    <w:p w14:paraId="2225A74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/collection_date="2021-12-27"</w:t>
      </w:r>
    </w:p>
    <w:p w14:paraId="198E9CE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"https://www.ncbi.nlm.nih.gov/nuccore/OM225320.1?from=43&amp;to=21320"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43..21320</w:t>
      </w:r>
    </w:p>
    <w:p w14:paraId="0F25B1B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1F9FF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"https://www.ncbi.nlm.nih.gov/nuccore/OM225320.1?location=43:13233,13233:21320"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join(43..13233,13233..21320)</w:t>
      </w:r>
    </w:p>
    <w:p w14:paraId="3C494C9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0CA9C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7DA1E7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CFC00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E05BB1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"https://www.ncbi.nlm.nih.gov/protein/2176341990"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UIQ37502.1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E7E55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756B92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5094ED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121F01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E034F8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00E02D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48F0EE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F3B7AE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7E5BDB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3ACD7B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8DD9D4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8E8171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ACACD2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12E596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A29338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9AA1A0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DB57F0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6D7B68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C82BB6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E5C2E2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3162FF1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DE19B8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318796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CF5A1A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64789F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183A93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2FF3B1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48B676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309D5A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B55F9E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C5FE58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5F5867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734915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26B9B2F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D12A1B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ED1CA7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151BFF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83DC35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47CAAD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DB1DA3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LGVLMSNLGMPSYCTGYREGYLXXXXXXXXXXXXXXIPCSVCLSGLDSLDTYPSLETI</w:t>
      </w:r>
    </w:p>
    <w:p w14:paraId="3B0D0BA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E83FA4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WLIINLVQMAPISAMVRMYIFFASFYYVWKSYVHVVDGCSSSTCMMCYKRNRATRVEC</w:t>
      </w:r>
    </w:p>
    <w:p w14:paraId="28263B8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DC5B47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4A9ACC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C5501F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4392DC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09D3AD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NVKDFMSLSEQLRKQIRSAAKKNNLPFKLTCATTRQVVNVVTTKIALKXXXXXXXXXX</w:t>
      </w:r>
    </w:p>
    <w:p w14:paraId="2AE6983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XXXXXXXXXXXXXXIFYLITPVHVMSKHTDFSSEIIGYKAIDGGVTRDIASTDTCFAN</w:t>
      </w:r>
    </w:p>
    <w:p w14:paraId="6B69DDC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576E0D4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400F15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337F43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4A1D39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F3F960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056C927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313CCBD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4647EF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E67F31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4E4C08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6B9A28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A9BE49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99D316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E7CE6E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8B3056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6E255F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407FA7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1212B2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0817BA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27121C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92AFD3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141A42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E43B01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5C7D54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E4DBF1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YLASGGQPITNCVKMLCTHTGTGQAITVTPEANMDQESFGGASCCLYCRCHIDHPNPK</w:t>
      </w:r>
    </w:p>
    <w:p w14:paraId="77A894F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967D01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EA73F6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3138109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EE2015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4F5B650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0400E1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34688F6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A52F5A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4BA6101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CC3D35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F90798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4938C6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4B7E537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855B6D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1B54BE3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D12D30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6355A3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7D42C6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21B76B1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4933F5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6FF105F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C7E415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29CE55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381732C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D0456B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A7F4A1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604A941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282055F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B8E476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C57465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5B32495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334E20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0ED0FD3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028E0CE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E92CEE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118D9A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162A2B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30088E5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534A42E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62F4F06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69B7207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DFIPMDSTVKNYFITDAQTGSSKCVCSVIDLLLDDFVEIIKSQDLSVVSKVVKVTIDY</w:t>
      </w:r>
    </w:p>
    <w:p w14:paraId="316563E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19B6534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2A4E99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BA2EF5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ICXXXXXXXXXXXXXXXXXXXXXXXXXLYKLMGHFAWWTAFVTNVNASSSEAFLIGCN</w:t>
      </w:r>
    </w:p>
    <w:p w14:paraId="04C3FAF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6D801FA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674B284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"https://www.ncbi.nlm.nih.gov/protein/UIQ37502.1?from=1&amp;to=180"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43..582</w:t>
      </w:r>
    </w:p>
    <w:p w14:paraId="49542FC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BA1A9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79C0F1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"https://www.ncbi.nlm.nih.gov/protein/UIQ37502.1?from=181&amp;to=818"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583..2496</w:t>
      </w:r>
    </w:p>
    <w:p w14:paraId="28FCC51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210ED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3433D0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"https://www.ncbi.nlm.nih.gov/protein/UIQ37502.1?from=819&amp;to=2762"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2497..8328</w:t>
      </w:r>
    </w:p>
    <w:p w14:paraId="4587FC3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E4CF2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0EC334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"https://www.ncbi.nlm.nih.gov/protein/UIQ37502.1?from=2763&amp;to=3262"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8329..9828</w:t>
      </w:r>
    </w:p>
    <w:p w14:paraId="4079284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0A153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4DBA88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"https://www.ncbi.nlm.nih.gov/protein/UIQ37502.1?from=3263&amp;to=3568"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9829..10746</w:t>
      </w:r>
    </w:p>
    <w:p w14:paraId="69DD37E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B7A41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E1EDF2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"https://www.ncbi.nlm.nih.gov/protein/UIQ37502.1?from=3569&amp;to=3855"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10747..11607</w:t>
      </w:r>
    </w:p>
    <w:p w14:paraId="716371A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0BB3A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EF849D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"https://www.ncbi.nlm.nih.gov/protein/UIQ37502.1?from=3856&amp;to=3938"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11608..11856</w:t>
      </w:r>
    </w:p>
    <w:p w14:paraId="26348E3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40FC7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D235B2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"https://www.ncbi.nlm.nih.gov/protein/UIQ37502.1?from=3939&amp;to=4136"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11857..12450</w:t>
      </w:r>
    </w:p>
    <w:p w14:paraId="306D61F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53A59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7050E9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"https://www.ncbi.nlm.nih.gov/protein/UIQ37502.1?from=4137&amp;to=4249"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12451..12789</w:t>
      </w:r>
    </w:p>
    <w:p w14:paraId="180D844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97A3E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976C8A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"https://www.ncbi.nlm.nih.gov/protein/UIQ37502.1?from=4250&amp;to=4388"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12790..13206</w:t>
      </w:r>
    </w:p>
    <w:p w14:paraId="4CFC874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DFB6F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77B16B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"https://www.ncbi.nlm.nih.gov/protein/UIQ37502.1?from=4389&amp;to=5320"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join(13207..13233,13233..16001)</w:t>
      </w:r>
    </w:p>
    <w:p w14:paraId="082272E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9E98E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B5D9ED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"https://www.ncbi.nlm.nih.gov/protein/UIQ37502.1?from=5321&amp;to=5921"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16002..17804</w:t>
      </w:r>
    </w:p>
    <w:p w14:paraId="31A3FA7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CCAF4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196DF16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"https://www.ncbi.nlm.nih.gov/protein/UIQ37502.1?from=5922&amp;to=6448"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17805..19385</w:t>
      </w:r>
    </w:p>
    <w:p w14:paraId="29D3649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C7FDE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C6568F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"https://www.ncbi.nlm.nih.gov/protein/UIQ37502.1?from=6449&amp;to=6794"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19386..20423</w:t>
      </w:r>
    </w:p>
    <w:p w14:paraId="09783C2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A839A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4B95A5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"https://www.ncbi.nlm.nih.gov/protein/UIQ37502.1?from=6795&amp;to=7092"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20424..21317</w:t>
      </w:r>
    </w:p>
    <w:p w14:paraId="75CBBA2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B188B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CD6BBC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"https://www.ncbi.nlm.nih.gov/nuccore/OM225320.1?from=43&amp;to=13248"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43..13248</w:t>
      </w:r>
    </w:p>
    <w:p w14:paraId="04EFBA3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C669B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D2D77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49FDFF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"https://www.ncbi.nlm.nih.gov/protein/2176341991"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UIQ37503.1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60FA3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76C4C9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0C2848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16258A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4EFC7F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DD6817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9321B1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246C95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0A6724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C7B1B0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9C8EAC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BE4C61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28F3CF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C2196F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FA911B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418983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E94DC9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FE029F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5B67B5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4A587B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D53BD7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09927A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E91D5F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BCAC22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C86E11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D770BA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B0726D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C69D4C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2314CBD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FDD6A2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C3EFD1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781275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0CFEED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40B19C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8E7E4F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348C30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96FE7A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517876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2B3478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2CCB5B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LGVLMSNLGMPSYCTGYREGYLXXXXXXXXXXXXXXIPCSVCLSGLDSLDTYPSLETI</w:t>
      </w:r>
    </w:p>
    <w:p w14:paraId="326481A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4CFB34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WLIINLVQMAPISAMVRMYIFFASFYYVWKSYVHVVDGCSSSTCMMCYKRNRATRVEC</w:t>
      </w:r>
    </w:p>
    <w:p w14:paraId="3F1D4DB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23B0B5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E2E183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963BE2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2821B7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7465248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NVKDFMSLSEQLRKQIRSAAKKNNLPFKLTCATTRQVVNVVTTKIALKXXXXXXXXXX</w:t>
      </w:r>
    </w:p>
    <w:p w14:paraId="67386AD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XXXXXXXXXXXXXXIFYLITPVHVMSKHTDFSSEIIGYKAIDGGVTRDIASTDTCFAN</w:t>
      </w:r>
    </w:p>
    <w:p w14:paraId="7A67EC0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FD7E47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865CF7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4D45D9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21782D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B04085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74BFCF7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D86B90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474652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0598AD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631509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CEDD16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A88264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430556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D49C07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16A545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732CB7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2B4C57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C07236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8E68F8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01CBE6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RDAAMQRKLEKMADQAMTQMYKQARSEDKRAKVTSAMQTMLFTMLRKLDNDALNNIIN</w:t>
      </w:r>
    </w:p>
    <w:p w14:paraId="59C059A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33BD09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8BD9C1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D1A5F3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7C3D60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EF615C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1AEEB6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6E88D1F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"https://www.ncbi.nlm.nih.gov/protein/UIQ37503.1?from=1&amp;to=180"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43..582</w:t>
      </w:r>
    </w:p>
    <w:p w14:paraId="11EBAF8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B9638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82CD0B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"https://www.ncbi.nlm.nih.gov/protein/UIQ37503.1?from=181&amp;to=818"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583..2496</w:t>
      </w:r>
    </w:p>
    <w:p w14:paraId="6A4FFB0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5E5A2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3B5EB8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"https://www.ncbi.nlm.nih.gov/protein/UIQ37503.1?from=819&amp;to=2762"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2497..8328</w:t>
      </w:r>
    </w:p>
    <w:p w14:paraId="051A687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125D0A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2C27E7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"https://www.ncbi.nlm.nih.gov/protein/UIQ37503.1?from=2763&amp;to=3262"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8329..9828</w:t>
      </w:r>
    </w:p>
    <w:p w14:paraId="7A79A4D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B5CC9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4775AD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"https://www.ncbi.nlm.nih.gov/protein/UIQ37503.1?from=3263&amp;to=3568"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9829..10746</w:t>
      </w:r>
    </w:p>
    <w:p w14:paraId="71E569C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172E6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95B6FF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"https://www.ncbi.nlm.nih.gov/protein/UIQ37503.1?from=3569&amp;to=3855"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10747..11607</w:t>
      </w:r>
    </w:p>
    <w:p w14:paraId="23E44FE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DAD2C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DD3C43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"https://www.ncbi.nlm.nih.gov/protein/UIQ37503.1?from=3856&amp;to=3938"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11608..11856</w:t>
      </w:r>
    </w:p>
    <w:p w14:paraId="501AB80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1407F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7836E5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"https://www.ncbi.nlm.nih.gov/protein/UIQ37503.1?from=3939&amp;to=4136"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11857..12450</w:t>
      </w:r>
    </w:p>
    <w:p w14:paraId="282DF6D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63AF7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94FFAE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"https://www.ncbi.nlm.nih.gov/protein/UIQ37503.1?from=4137&amp;to=4249"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12451..12789</w:t>
      </w:r>
    </w:p>
    <w:p w14:paraId="4C59DF2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D3274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5967A2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"https://www.ncbi.nlm.nih.gov/protein/UIQ37503.1?from=4250&amp;to=4388"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12790..13206</w:t>
      </w:r>
    </w:p>
    <w:p w14:paraId="28D9F0B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F41A0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E9698C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"https://www.ncbi.nlm.nih.gov/protein/UIQ37503.1?from=4389&amp;to=4401"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13207..13245</w:t>
      </w:r>
    </w:p>
    <w:p w14:paraId="227063F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B7A17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BBA4EE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"https://www.ncbi.nlm.nih.gov/nuccore/OM225320.1?from=13241&amp;to=13268"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13241..13268</w:t>
      </w:r>
    </w:p>
    <w:p w14:paraId="7572241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36DEC82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BB1D66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07A79B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"https://www.ncbi.nlm.nih.gov/nuccore/OM225320.1?from=13253&amp;to=13307"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13253..13307</w:t>
      </w:r>
    </w:p>
    <w:p w14:paraId="459C54F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739E3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38A20D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51B998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"https://www.ncbi.nlm.nih.gov/nuccore/OM225320.1?from=21328&amp;to=25140"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21328..25140</w:t>
      </w:r>
    </w:p>
    <w:p w14:paraId="6EDE72D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6E879E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"https://www.ncbi.nlm.nih.gov/nuccore/OM225320.1?from=21328&amp;to=25140"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21328..25140</w:t>
      </w:r>
    </w:p>
    <w:p w14:paraId="7F9A281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8005CD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F6420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24EE60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"https://www.ncbi.nlm.nih.gov/protein/2176341992"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UIQ37504.1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DC315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55E1F1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66DC781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32F730E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01B795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909CDC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18280B5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5348878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2083842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7072BF8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D29E68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B7D65B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4B4F36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CE9A36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A2EBE7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2E4D0A4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C914BF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ENQKLIANQFNSAIGKIQDSLSSTASALGKLQDVVNQNAQALNTLVKQLSSKFGAISS</w:t>
      </w:r>
    </w:p>
    <w:p w14:paraId="4D1B552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C9FD6D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B02167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6A242EE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0927B70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3A42A2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BF1177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"https://www.ncbi.nlm.nih.gov/nuccore/OM225320.1?from=25149&amp;to=25976"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25149..25976</w:t>
      </w:r>
    </w:p>
    <w:p w14:paraId="4B1F1F0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3F5483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"https://www.ncbi.nlm.nih.gov/nuccore/OM225320.1?from=25149&amp;to=25976"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25149..25976</w:t>
      </w:r>
    </w:p>
    <w:p w14:paraId="73E08AE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83D6B6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4D293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263275E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"https://www.ncbi.nlm.nih.gov/protein/2176341993"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UIQ37505.1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E0DEE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5D322A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6FE5FE8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5620C9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7D89891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05C425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"https://www.ncbi.nlm.nih.gov/nuccore/OM225320.1?from=26001&amp;to=26228"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26001..26228</w:t>
      </w:r>
    </w:p>
    <w:p w14:paraId="0E69020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D80AAC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"https://www.ncbi.nlm.nih.gov/nuccore/OM225320.1?from=26001&amp;to=26228"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26001..26228</w:t>
      </w:r>
    </w:p>
    <w:p w14:paraId="7C23758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7604D3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7E8E4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4625BB5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"https://www.ncbi.nlm.nih.gov/protein/2176341994"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UIQ37506.1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901E1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3DF486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7E8538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"https://www.ncbi.nlm.nih.gov/nuccore/OM225320.1?from=26279&amp;to=26947"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26279..26947</w:t>
      </w:r>
    </w:p>
    <w:p w14:paraId="36DA4FC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033029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"https://www.ncbi.nlm.nih.gov/nuccore/OM225320.1?from=26279&amp;to=26947"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26279..26947</w:t>
      </w:r>
    </w:p>
    <w:p w14:paraId="6FF76CB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21381A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629CC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F25F48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"https://www.ncbi.nlm.nih.gov/protein/2176341995"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UIQ37507.1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220B1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2B1193A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C5B57F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3749C1A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397A66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BD7526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"https://www.ncbi.nlm.nih.gov/nuccore/OM225320.1?from=26958&amp;to=27143"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26958..27143</w:t>
      </w:r>
    </w:p>
    <w:p w14:paraId="5E80E77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23DE82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"https://www.ncbi.nlm.nih.gov/nuccore/OM225320.1?from=26958&amp;to=27143"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26958..27143</w:t>
      </w:r>
    </w:p>
    <w:p w14:paraId="6C00D58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70D357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C9461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4929FD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"https://www.ncbi.nlm.nih.gov/protein/2176341996"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UIQ37508.1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0A0F5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54FC0E9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4C9A73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"https://www.ncbi.nlm.nih.gov/nuccore/OM225320.1?from=27150&amp;to=27515"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27150..27515</w:t>
      </w:r>
    </w:p>
    <w:p w14:paraId="27204DA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D4F0E3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"https://www.ncbi.nlm.nih.gov/nuccore/OM225320.1?from=27150&amp;to=27515"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27150..27515</w:t>
      </w:r>
    </w:p>
    <w:p w14:paraId="7CE1A0C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6E11C9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512150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11BDC7D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"https://www.ncbi.nlm.nih.gov/protein/2176341997"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UIQ37509.1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A79D0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140ECC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2C8DEE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F1BC50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"https://www.ncbi.nlm.nih.gov/nuccore/OM225320.1?from=27512&amp;to=27643"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27512..27643</w:t>
      </w:r>
    </w:p>
    <w:p w14:paraId="1763064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CF47CB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"https://www.ncbi.nlm.nih.gov/nuccore/OM225320.1?from=27512&amp;to=27643"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27512..27643</w:t>
      </w:r>
    </w:p>
    <w:p w14:paraId="5A61C87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454F98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F506D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513F71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"https://www.ncbi.nlm.nih.gov/protein/2176341998"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UIQ37510.1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9FBF65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2273E0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"https://www.ncbi.nlm.nih.gov/nuccore/OM225320.1?from=27650&amp;to=28015"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27650..28015</w:t>
      </w:r>
    </w:p>
    <w:p w14:paraId="5683702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B7176D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"https://www.ncbi.nlm.nih.gov/nuccore/OM225320.1?from=27650&amp;to=28015"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27650..28015</w:t>
      </w:r>
    </w:p>
    <w:p w14:paraId="1AE7AE5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51893A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E5492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934550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"https://www.ncbi.nlm.nih.gov/protein/2176341999"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UIQ37511.1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AFC58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D3A159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85B7FF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948604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"https://www.ncbi.nlm.nih.gov/nuccore/OM225320.1?from=28030&amp;to=29280"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28030..29280</w:t>
      </w:r>
    </w:p>
    <w:p w14:paraId="28A3275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629056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"https://www.ncbi.nlm.nih.gov/nuccore/OM225320.1?from=28030&amp;to=29280"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28030..29280</w:t>
      </w:r>
    </w:p>
    <w:p w14:paraId="3EC02CB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D81019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27AB4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1E32C3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"https://www.ncbi.nlm.nih.gov/protein/2176342000"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UIQ37512.1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234CB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C43A89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AA71F4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86743F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0CA6AFB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1B01C0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C2F3D5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B51DAF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E495EA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"https://www.ncbi.nlm.nih.gov/nuccore/OM225320.1?from=29305&amp;to=29414"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29305..&gt;29414</w:t>
      </w:r>
    </w:p>
    <w:p w14:paraId="3FC1770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C00F8A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"https://www.ncbi.nlm.nih.gov/nuccore/OM225320.1?from=29305&amp;to=29414"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29305..&gt;29414</w:t>
      </w:r>
    </w:p>
    <w:p w14:paraId="4C4FEAB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0EC7CC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B7B68E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8756AB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"https://www.ncbi.nlm.nih.gov/protein/2176342001"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UIQ37513.1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8C033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/translation="MGYINVFAFPFTIYSLLLCRMNSRNYIAQVDVVNFNL"</w:t>
      </w:r>
    </w:p>
    <w:p w14:paraId="25641DD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"https://www.ncbi.nlm.nih.gov/nuccore/OM225320.1?from=29356&amp;to=29391"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29356..29391</w:t>
      </w:r>
    </w:p>
    <w:p w14:paraId="0CD87D5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84C749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82117A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"https://www.ncbi.nlm.nih.gov/nuccore/OM225320.1?from=29376&amp;to=29404" </w:instrTex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52DB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29376..29404</w:t>
      </w:r>
    </w:p>
    <w:p w14:paraId="08960D6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F8C31A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059D7B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1B47D3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225320.1"/>
      <w:bookmarkEnd w:id="4"/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tcagcacatc taggttttgt ccgggtgtga ccgaaaggta agatggagag ccttgtccct</w:t>
      </w:r>
    </w:p>
    <w:p w14:paraId="1435622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ggtttcaacg agaaaacaca cgtccaactc agtttgcctg ttttacaggt tcgcgacgtg</w:t>
      </w:r>
    </w:p>
    <w:p w14:paraId="5F02651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ctcgtacgtg gctttggaga ctccgtggag gaggtcttat cagaggcacg tcaacatctt</w:t>
      </w:r>
    </w:p>
    <w:p w14:paraId="79EC88F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aaagatggca cttgtggctt agtagaagtt gaaaaaggcg ttttgcctca acttgaacag</w:t>
      </w:r>
    </w:p>
    <w:p w14:paraId="024FE16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ccctatgtgt tcatcaaacg ttcggatgct cgaactgcac ctcatggtca tgttatggtt</w:t>
      </w:r>
    </w:p>
    <w:p w14:paraId="4D87B6C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gagctggtag cagaactcga aggcattcag tacggtcgta gtggtgagac acttggtgtc</w:t>
      </w:r>
    </w:p>
    <w:p w14:paraId="6A7C32F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cttgtccctc atgtgggcga aataccagtg gcttaccgca aggttcttct tcgtaagaac</w:t>
      </w:r>
    </w:p>
    <w:p w14:paraId="39BBCE1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ggtaataaag gagctggtgg ccatagttac ggcgccgatc taaagtcatt tgacttaggc</w:t>
      </w:r>
    </w:p>
    <w:p w14:paraId="74DE80E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gacgagcttg gcactgatcc ttatgaagat tttcaagaaa actggaacac taaacatagc</w:t>
      </w:r>
    </w:p>
    <w:p w14:paraId="1704065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agtggtgtta cccgtgaact catgcgtgag cttaacggag gggcatacac tcgctatgtc</w:t>
      </w:r>
    </w:p>
    <w:p w14:paraId="1075261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gataacaact tctgtggccc tgatggctac cctcttgagt gcattaaaga ccttctagca</w:t>
      </w:r>
    </w:p>
    <w:p w14:paraId="7942B69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cgtgctggta aagcttcatg cactttgtcc gaacaactgg actttattga cactaagagg</w:t>
      </w:r>
    </w:p>
    <w:p w14:paraId="0F648DB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ggtgtatact gctgccgtga acatgagcat gaaattgctt ggtacacgga acgttctgaa</w:t>
      </w:r>
    </w:p>
    <w:p w14:paraId="1F9D4F8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aagagctatg aattgcagac accttttgaa attaaattgg caaagaaatt tgacaccttc</w:t>
      </w:r>
    </w:p>
    <w:p w14:paraId="710050F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aatggggaat gtccaaattt tgtatttccc ttaaattcca taatcaagac tattcaacca</w:t>
      </w:r>
    </w:p>
    <w:p w14:paraId="342F280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agggttgaaa agaaaaagct tgatggcttt atgggtagaa ttcgatctgt ctatccagtt</w:t>
      </w:r>
    </w:p>
    <w:p w14:paraId="101EE6E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gcgtcaccaa atgaatgcaa ccaaatgtgc ctttcaactc tcatgaagtg tgatcattgt</w:t>
      </w:r>
    </w:p>
    <w:p w14:paraId="0C8D611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ggtgaaactt catggcagac gggcgatttt gttaaagcca cttgcgaatt ttgtggcact</w:t>
      </w:r>
    </w:p>
    <w:p w14:paraId="26D2B78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gagaatttga ctaaagaagg tgccactact tgtggttact taccccaaaa tgctgttgtt</w:t>
      </w:r>
    </w:p>
    <w:p w14:paraId="7CD684E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aaaatttatt gtccagcatg tcacaattca gaagtaggac ctgagcatag tcttgccgaa</w:t>
      </w:r>
    </w:p>
    <w:p w14:paraId="4CB5CF9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taccataatg aatctggctt gaaaaccatt cttcgtaagg gtggtcgcac tattgccttt</w:t>
      </w:r>
    </w:p>
    <w:p w14:paraId="75E896F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ggaggctgtg tgttctctta tgttggttgc cataacaagt gtgcctattg ggttccacgt</w:t>
      </w:r>
    </w:p>
    <w:p w14:paraId="76F4386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gctagcgcta acataggttg taaccataca ggtgttgttg gagaaggttc cgaaggtctt</w:t>
      </w:r>
    </w:p>
    <w:p w14:paraId="12259E8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aatgacaacc ttcttgaaat actccaaaaa gagaaagtca acatcaatat tgttggtgac</w:t>
      </w:r>
    </w:p>
    <w:p w14:paraId="483EFD9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tttaaactta atgaagagat cgccattatt ttggcatctt tttctgcttc cacaagtgct</w:t>
      </w:r>
    </w:p>
    <w:p w14:paraId="3393DA0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tttgtggaaa ctgtgaaagg tttggattat aaagcattca aacaaattgt tgaatcctgt</w:t>
      </w:r>
    </w:p>
    <w:p w14:paraId="4A1F492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ggtaatttta aagttacaaa aggaaaagct aaaaaaggtg cctggaatat tggtgaacag</w:t>
      </w:r>
    </w:p>
    <w:p w14:paraId="2D455EF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aaatcaatac tgagtcctct ttatgcattt gcatcagagg ctgctcgtgt tgtacgatca</w:t>
      </w:r>
    </w:p>
    <w:p w14:paraId="5959EE3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attttctccc gcactcttga aactgctcaa aattctgtgc gtgttttaca gaaggccgct</w:t>
      </w:r>
    </w:p>
    <w:p w14:paraId="6A15B4A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ataacaatac tagatggaat ttcacagtat tcactgagac tcattgatgc tatgatgttc</w:t>
      </w:r>
    </w:p>
    <w:p w14:paraId="5DC0A61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acatctgatt tggctactaa caatctagtt gtaatggcct acattacagg tggtgttgtt</w:t>
      </w:r>
    </w:p>
    <w:p w14:paraId="42AF988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1861 cagttgactt cgcagtggct aactaacatc tttggcactg tttatgaaaa actcaaaccc</w:t>
      </w:r>
    </w:p>
    <w:p w14:paraId="657ADE9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gtccttgatt ggcttgaaga gaagtttaag gaaggtgtag agtttcttag agacggttgg</w:t>
      </w:r>
    </w:p>
    <w:p w14:paraId="35BA0A2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gaaattgtta aatttatctc aacctgtgct tgtgaaattg tcggtggaca aattgtcacc</w:t>
      </w:r>
    </w:p>
    <w:p w14:paraId="3D23E54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tgtgcaaagg aaattaagga gagtgttcag acattcttta agcttgtaaa taaatttttg</w:t>
      </w:r>
    </w:p>
    <w:p w14:paraId="251F218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gctttgtgtg ctgactctat cattattggt ggagctaaac ttaaagcctt gaatttaggt</w:t>
      </w:r>
    </w:p>
    <w:p w14:paraId="3656A20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gaaacatttg tcacgcactc aaagggattg tacagaaagt gtgttaaatc cagagaagaa</w:t>
      </w:r>
    </w:p>
    <w:p w14:paraId="349363F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actggcctac tcatgcctct aaaagcccca aaagaaatta tcttcttaga gggagaaaca</w:t>
      </w:r>
    </w:p>
    <w:p w14:paraId="156E46F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cttcccacag aagtgttaac agaggaagtt gtcttgaaaa ctggtgattt acaaccatta</w:t>
      </w:r>
    </w:p>
    <w:p w14:paraId="42A4EB2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gaacaaccta ctagtgaagc tgttgaagct ccattggttg gtacaccagt ttgtattaac</w:t>
      </w:r>
    </w:p>
    <w:p w14:paraId="4BDD782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gggcttatgt tgctcgaaat caaagacaca gaaaagtact gtgcccttgc acctaatatg</w:t>
      </w:r>
    </w:p>
    <w:p w14:paraId="0A57533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atggtaacaa acaatacctt cacactcaaa ggcggtgcac caacaaaggt tacttttggt</w:t>
      </w:r>
    </w:p>
    <w:p w14:paraId="5320907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gatgacactg tgatagaagt gcaaggttac aagagtgtga atatcacttt tgaacttgat</w:t>
      </w:r>
    </w:p>
    <w:p w14:paraId="235402F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gaaaggattg ataaagtact taatgagagg tgctctgcct atacagttga actcggtaca</w:t>
      </w:r>
    </w:p>
    <w:p w14:paraId="6903C69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gaagtaaatg agttcgcctg tgttgtggca gatgctgtca taaaaacttt gcaaccagta</w:t>
      </w:r>
    </w:p>
    <w:p w14:paraId="50E602B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tctgaattac ttacaccact gggcattgat ttagatgagt ggagtatggc tacatactac</w:t>
      </w:r>
    </w:p>
    <w:p w14:paraId="2303165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ttatttgatg agtctggtga gtttaaattg gcttcacata tgtattgttc tttttaccct</w:t>
      </w:r>
    </w:p>
    <w:p w14:paraId="487D357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ccagatgagg atgaagaaga aggtgattgt gaagaagaag agtttgagcc atcaactcaa</w:t>
      </w:r>
    </w:p>
    <w:p w14:paraId="0677F31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tatgagtatg gtactgaaga tgattaccaa ggtaaacctt tggaatttgg tgccacttct</w:t>
      </w:r>
    </w:p>
    <w:p w14:paraId="42B668D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gctgctcttc aacctgaaga agagcaagaa gaagattggt tagatgatga tagtcaacaa</w:t>
      </w:r>
    </w:p>
    <w:p w14:paraId="6ADFE62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actgttggtc aacaagacgg cagtgaggac aatcagacaa ctactattca aacaattgtt</w:t>
      </w:r>
    </w:p>
    <w:p w14:paraId="2A8C4F6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gaggttcaac ctcaattaga gatggaactt acaccagttg ttcagactat tgaagtgaat</w:t>
      </w:r>
    </w:p>
    <w:p w14:paraId="63CF5DA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agttttagtg gttatttaaa acttactgac aatgtataca ttaaaaatgc agacattgtg</w:t>
      </w:r>
    </w:p>
    <w:p w14:paraId="2549198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gaagaagcta aaaaggtaaa accaacagtg gttgttaatg cagccaatgt ttaccttaaa</w:t>
      </w:r>
    </w:p>
    <w:p w14:paraId="0065108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catggaggag gtgttgcagg agccttaaat aaggctacta acaatgccat gcaagttgaa</w:t>
      </w:r>
    </w:p>
    <w:p w14:paraId="4039007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tctgatgatt acatagctac taatggacca cttaaagtgg gtggtagttg tgttttaagc</w:t>
      </w:r>
    </w:p>
    <w:p w14:paraId="65D47A4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ggacacaatc ttgctaaaca ctgtcttcat gttgtcggcc caaatgttaa caaaggtgaa</w:t>
      </w:r>
    </w:p>
    <w:p w14:paraId="2363C6D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gacattcaac ttcttaagag tgcttatgaa aattttaatc agcacgaagt tctacttgca</w:t>
      </w:r>
    </w:p>
    <w:p w14:paraId="45D0FAA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ccattattat cagctggtat ttttggtgct gaccctatac attctttaag agtttgtgta</w:t>
      </w:r>
    </w:p>
    <w:p w14:paraId="7D2CC7D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gatactgttc gcacaaatgt ctacttagct gtctttgata aaaatctcta tgacaaactt</w:t>
      </w:r>
    </w:p>
    <w:p w14:paraId="39FC320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gtttcaagct ttttggaaat gaagagtgaa aagcaagttg aacaaaagat cgctgagatt</w:t>
      </w:r>
    </w:p>
    <w:p w14:paraId="1B1891D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cctaaagagg aagttaagcc atttataact gaaagtaaac cttcagttga acagagaaaa</w:t>
      </w:r>
    </w:p>
    <w:p w14:paraId="18A071C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caagatgata agaaaatcaa agcttgtgtt gaagaagtta caacaactct ggaagaaact</w:t>
      </w:r>
    </w:p>
    <w:p w14:paraId="5E3A86E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aagttcctca cagaaaactt gttactttat attgacatta atggcaatct tcatccagat</w:t>
      </w:r>
    </w:p>
    <w:p w14:paraId="06557BE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tctgccactc ttgttagtga cattgacatc actttcttaa agaaagatgc tccatatata</w:t>
      </w:r>
    </w:p>
    <w:p w14:paraId="187EDA5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gtgggtgatg ttgttcaaga gggtgtttta actgctgtgg ttatacctac taaaaaggct</w:t>
      </w:r>
    </w:p>
    <w:p w14:paraId="558AB60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ggtggcacta ctgaaatgct agcgaaagct ttgagaaaag tgccaacaga caattatata</w:t>
      </w:r>
    </w:p>
    <w:p w14:paraId="45774CB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accacttacc cgggtcaggg tttaaatggt tacactgtag aggaggcaaa gacagtgctt</w:t>
      </w:r>
    </w:p>
    <w:p w14:paraId="0CC6FE9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aaaaagtgta aaagtgcctt ttacattcta ccatctatta tctctaatga gaagcaagaa</w:t>
      </w:r>
    </w:p>
    <w:p w14:paraId="4920E4B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attcttggaa ctgtttcttg gaatttgcga gaaatgcttg cacatgcaga agaaacacgc</w:t>
      </w:r>
    </w:p>
    <w:p w14:paraId="0DF2BA0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aaattaatgc ctgtctgtgt ggaaactaaa gccatagttt caactataca gcgtaaatat</w:t>
      </w:r>
    </w:p>
    <w:p w14:paraId="33D7D3A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aagggtatta aaatacaaga gggtgtggtt gattatggtg ctagatttta cttttacacc</w:t>
      </w:r>
    </w:p>
    <w:p w14:paraId="79DF3BC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agtaaaacaa ctgtagcgtc acttatcaac acacttaacg atctaaatga aactcttgtt</w:t>
      </w:r>
    </w:p>
    <w:p w14:paraId="04043AA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4381 acaatgccac ttggctatgt aacacatggc ttaaatttgg aagaagctgc tcggtatatg</w:t>
      </w:r>
    </w:p>
    <w:p w14:paraId="314ABC8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agatctctca aagtgccagc tacagtttct gtttcttcac ctgatgctgt tacagcgtat</w:t>
      </w:r>
    </w:p>
    <w:p w14:paraId="1B30940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aatggttatc ttacttcttc ttctaaaaca cctgaagaac attttattga aaccatctca</w:t>
      </w:r>
    </w:p>
    <w:p w14:paraId="31AB1DA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cttgctggtt cctataaaga ttggtcctat tctggacaat ctacacaact aggtatagaa</w:t>
      </w:r>
    </w:p>
    <w:p w14:paraId="0C9DF62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tttcttaaga gaggtgataa aagtgtatat tacactagta atcctaccac attccaccta</w:t>
      </w:r>
    </w:p>
    <w:p w14:paraId="22F8DF2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gatggtgaag ttatcacctt tgacaatctt aagacacttc tttctttgag agaagtgagg</w:t>
      </w:r>
    </w:p>
    <w:p w14:paraId="4095C2B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actattaagg tgtttacaac agtagacaac attaacctcc acacgcaagt tgtggacatg</w:t>
      </w:r>
    </w:p>
    <w:p w14:paraId="4C5BE7B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tcaatgacat atggacaaca gtttggtcca acttatttgg atggagctga tgttactaaa</w:t>
      </w:r>
    </w:p>
    <w:p w14:paraId="7CD5D76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ataaaacctc ataattcaca tgaaggtaaa acattttatg ttttacctaa tgatgacact</w:t>
      </w:r>
    </w:p>
    <w:p w14:paraId="32B6A9B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ctacgtgttg aggcttttga gtactaccac acaactgatc ctagttttct gggtaggtac</w:t>
      </w:r>
    </w:p>
    <w:p w14:paraId="249AD7E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atgtcagcat taaatcacac taaaaagtgg aaatacccac aagttaatgg tttaacttct</w:t>
      </w:r>
    </w:p>
    <w:p w14:paraId="635AB39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attaaatggg cagataacaa ctgttatctt gccactgcat tgttaacact ccaacaaata</w:t>
      </w:r>
    </w:p>
    <w:p w14:paraId="29A91B9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gagttgaagt ttaatccacc tgctctacaa gatgcttatt acagagcaag ggctggtgaa</w:t>
      </w:r>
    </w:p>
    <w:p w14:paraId="579491B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gcggctaact tttgtgcact tatcttagcc tactgtaata agacagtagg tgagttaggt</w:t>
      </w:r>
    </w:p>
    <w:p w14:paraId="79A6670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gatgttagag aaacaatgag ttacttgttt caacatgcca atttagattc ttgcaaaaga</w:t>
      </w:r>
    </w:p>
    <w:p w14:paraId="7FCC548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gtcttgaacg ttgtgtgtaa aacttgtgga caacagcaga caacccttaa gggtgtagaa</w:t>
      </w:r>
    </w:p>
    <w:p w14:paraId="5CD4CF1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gctgttatgt acatgggcac actttcttat gaacaattta agaaaggtgt tcagatacct</w:t>
      </w:r>
    </w:p>
    <w:p w14:paraId="6B19507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tgtacgtgtg gtaaacaagc tacaaaatat ctagtacaac aggagtcacc ttttgttatg</w:t>
      </w:r>
    </w:p>
    <w:p w14:paraId="452FC38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atgtcagcac cacctgctca gtatgaactt aagcatggta catttacttg tgctagtgag</w:t>
      </w:r>
    </w:p>
    <w:p w14:paraId="546D398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tacactggta attaccagtg tggtcactat aaacatataa cttctaaaga aactttgtat</w:t>
      </w:r>
    </w:p>
    <w:p w14:paraId="7D4408C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tgcatagacg gtgctttact tacaaagtcc tcagaataca aaggtcctat tacggatgtt</w:t>
      </w:r>
    </w:p>
    <w:p w14:paraId="3612220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ttctacaaag aaaacagtta cacaacaacc ataaaaccag ttacttataa attggatggt</w:t>
      </w:r>
    </w:p>
    <w:p w14:paraId="70B0F92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gttgtttgta cagaaattga ccctaagttg gacaattatt ataagaaaga caattcttat</w:t>
      </w:r>
    </w:p>
    <w:p w14:paraId="5053425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ttcacagagc aaccaattga tcttgtacca aaccaaccat atccaaacgc aagcttcgat</w:t>
      </w:r>
    </w:p>
    <w:p w14:paraId="25257A3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aattttaagt ttgtatgtga taatatcaaa tttgctgatg atttaaacca gttaactggt</w:t>
      </w:r>
    </w:p>
    <w:p w14:paraId="29CDA18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tataagaaac ctgcttcaag agagcttaaa gttacatttt tccctgactt aaatggtgat</w:t>
      </w:r>
    </w:p>
    <w:p w14:paraId="50BAE8A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gtggtggcta ttgattataa acactacaca ccctctttta agaaaggagc taaattgtta</w:t>
      </w:r>
    </w:p>
    <w:p w14:paraId="2D7C070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cataaaccta ttgtttggca tgttaacaat gcaactaata aagccacgta taaaccaaat</w:t>
      </w:r>
    </w:p>
    <w:p w14:paraId="0A25EEB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acctggtgta tacgttgtct ttggagcaca aaaccagttg aaacatcaaa ttcgtttgat</w:t>
      </w:r>
    </w:p>
    <w:p w14:paraId="6C436FD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gtactgaagt cagaggacgc gcagggaatg gataatcttg cctgcgaaga tctaaaacca</w:t>
      </w:r>
    </w:p>
    <w:p w14:paraId="72258B8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gtctctgaag aagtagtgga aaatcctacc atacagaaag acgttcttga gtgtaatgtg</w:t>
      </w:r>
    </w:p>
    <w:p w14:paraId="2565A0F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aaaactaccg aagttgtagg agacattata cttaaaccag caaataatat aaaaattaca</w:t>
      </w:r>
    </w:p>
    <w:p w14:paraId="46DCFA1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gaagaggttg gccacacaga tctaatggct gcttatgtag acaattctag tcttactatt</w:t>
      </w:r>
    </w:p>
    <w:p w14:paraId="267461A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aagaaaccta atgaattatc tagagtatta ggtttgaaaa cccttgctac tcatggttta</w:t>
      </w:r>
    </w:p>
    <w:p w14:paraId="59D3678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gctgctgtta atagtgtccc ttgggatact atagctaatt atgctaagcc ttttcttaac</w:t>
      </w:r>
    </w:p>
    <w:p w14:paraId="1E37D62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aaagttgtta gtacaactac taacatagtt acacggtgtt taaaccgtgt ttgtactaat</w:t>
      </w:r>
    </w:p>
    <w:p w14:paraId="5F1E5DE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tatatgcctt atttctttac tttattgcta caattgtgta cttttactag aagtacaaat</w:t>
      </w:r>
    </w:p>
    <w:p w14:paraId="2B05E77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tctagaatta aagcatctat gccgactact atagcaaaga atactgttaa gagtgtcggt</w:t>
      </w:r>
    </w:p>
    <w:p w14:paraId="1C8DE46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aaattttgtc tagaggcttc atttaattat ttgaagtcac ctaatttttc taaactgata</w:t>
      </w:r>
    </w:p>
    <w:p w14:paraId="0A7FF5E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aatattataa tttggttttt actattaagt gtttgcctag gttctttaat ctactcaacc</w:t>
      </w:r>
    </w:p>
    <w:p w14:paraId="6A0A228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gctgctttag gtgttttaat gtctaattta ggcatgcctt cttactgtac tggttacaga</w:t>
      </w:r>
    </w:p>
    <w:p w14:paraId="21DC171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gaaggctatt tgnnnnnnnn nnnnnnnnnn nnnnnnnnnn nnnnnnnnnn nnnnatacct</w:t>
      </w:r>
    </w:p>
    <w:p w14:paraId="136EE37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6901 tgtagtgttt gtcttagtgg tttagattct ttagacacct atccttcttt agaaactata</w:t>
      </w:r>
    </w:p>
    <w:p w14:paraId="201812D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caaattacca tttcatcttt taaatgggat ttaactgctt ttggcttagt tgcagagtgg</w:t>
      </w:r>
    </w:p>
    <w:p w14:paraId="56984D3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tttttggcat atattctttt cactaggttt ttctatgtac ttggattggc tgcaatcatg</w:t>
      </w:r>
    </w:p>
    <w:p w14:paraId="2BD7729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caattgtttt tcagctattt tgcagtacat tttattagta attcttggct tatgtggtta</w:t>
      </w:r>
    </w:p>
    <w:p w14:paraId="0354513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ataattaatc ttgtacaaat ggccccgatt tcagctatgg ttagaatgta catcttcttt</w:t>
      </w:r>
    </w:p>
    <w:p w14:paraId="54BB971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gcatcatttt attatgtatg gaaaagttat gtgcatgttg tagacggttg tagttcatca</w:t>
      </w:r>
    </w:p>
    <w:p w14:paraId="3B9F785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acttgtatga tgtgttacaa acgtaataga gcaacaagag tcgaatgtac aactattgtt</w:t>
      </w:r>
    </w:p>
    <w:p w14:paraId="6FD77FA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aatggtgtta gaaggtcctt ttatgtctat gctaatggag gtaaaggctt ttgcaaacta</w:t>
      </w:r>
    </w:p>
    <w:p w14:paraId="394A489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cacaattgga attgtgttaa ttgtgataca ttctgtgctg gtagtacatt tattagtgat</w:t>
      </w:r>
    </w:p>
    <w:p w14:paraId="71D0D2E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gaagttgcga gagacttgtc actacagttt aaaagaccaa taaatcctac tgaccagtct</w:t>
      </w:r>
    </w:p>
    <w:p w14:paraId="7337CB4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tcttacatcg ttgatagtgt tacagtgaag aatggttcca tccatcttta ctttgataaa</w:t>
      </w:r>
    </w:p>
    <w:p w14:paraId="3E7E10E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gctggtcaaa agacttatga aagacattct ctctctcatt ttgttaactt agacaacctg</w:t>
      </w:r>
    </w:p>
    <w:p w14:paraId="055A302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agagctaata acactaaagg ttcattgcct attaatgtta tagtttttga tggtaaatca</w:t>
      </w:r>
    </w:p>
    <w:p w14:paraId="6FF511C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aaatgtgaag aatcatctgc aaaatcagcg tctgtttact acagtcagct tatgtgtcaa</w:t>
      </w:r>
    </w:p>
    <w:p w14:paraId="27B86E3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cctatactgt tactagatca ggcattagtg tctgatgttg gtgatagtgc ggaagttgca</w:t>
      </w:r>
    </w:p>
    <w:p w14:paraId="6969FDB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gttaaaatgt ttgatgctta cgttaatacg ttttcatcaa cttttaacgt accaatggaa</w:t>
      </w:r>
    </w:p>
    <w:p w14:paraId="223824D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aaactcaaaa cactagttgc aactgcagaa gctgaacttg caaagaatgt gtccttagac</w:t>
      </w:r>
    </w:p>
    <w:p w14:paraId="5EEAE6A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aatgtcttat ctacttttat ttcagcagct cggcaagggt ttgttgattc agatgtagaa</w:t>
      </w:r>
    </w:p>
    <w:p w14:paraId="749FB9F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actaaagatg ttgttgaatg tcttaaattg tcacatcaat ctgacataga agttactggc</w:t>
      </w:r>
    </w:p>
    <w:p w14:paraId="2EADE0A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gatagttgta ataactatat gctcacctat aacaaagttg aaaacatgac accccgtgac</w:t>
      </w:r>
    </w:p>
    <w:p w14:paraId="5F90D2E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cttggtgctt gtattgactg tagtgcgcgt catattaatg cgcaggtagc aaaaagtcac</w:t>
      </w:r>
    </w:p>
    <w:p w14:paraId="51F8503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aacattactt tgatatggaa cgttaaagat ttcatgtcat tgtctgaaca actacgaaaa</w:t>
      </w:r>
    </w:p>
    <w:p w14:paraId="3E296B4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caaatacgta gtgctgctaa aaagaataac ttacctttta agttgacatg tgcaactact</w:t>
      </w:r>
    </w:p>
    <w:p w14:paraId="56063A5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agacaagttg ttaatgttgt aacaacaaag atagcactta agnnnnnnnn nnnnnnnnnn</w:t>
      </w:r>
    </w:p>
    <w:p w14:paraId="47F925D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nnnnnnnnnn nnnnnnnnnn nnnnnnnnnn nnnnnnnnnn nnnnnnnnnn nnntattttc</w:t>
      </w:r>
    </w:p>
    <w:p w14:paraId="3C2DD48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tatttaataa cacctgttca tgtcatgtct aaacatactg acttttcaag tgaaatcata</w:t>
      </w:r>
    </w:p>
    <w:p w14:paraId="453FA2C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ggatacaagg ctattgatgg tggtgtcact cgtgacatag catctacaga tacttgtttt</w:t>
      </w:r>
    </w:p>
    <w:p w14:paraId="355379D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gctaacaaac atgctgattt tgacacatgg tttagccagc gtggtggtag ttatactaat</w:t>
      </w:r>
    </w:p>
    <w:p w14:paraId="5E75072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gacaaagctt gcccattgat tgctgcagtc ataacaagag aagtgggttt tgtcgtgcct</w:t>
      </w:r>
    </w:p>
    <w:p w14:paraId="4A9FBD1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ggtttgcctg gcacgatatt acgcacaact aatggtgact ttttgcattt cttacctaga</w:t>
      </w:r>
    </w:p>
    <w:p w14:paraId="6D26842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gtttttagtg cagttggtaa catctgttac acaccatcaa aacttataga gtacactgac</w:t>
      </w:r>
    </w:p>
    <w:p w14:paraId="79A8DA1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tttgcaacat cagcttgtgt tttggctgct gaatgtacaa tttttaaaga tgcttctggt</w:t>
      </w:r>
    </w:p>
    <w:p w14:paraId="5DC332A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aagccagtac catattgtta tgataccaat gtactagaag gttctgttgc ttatgaaagt</w:t>
      </w:r>
    </w:p>
    <w:p w14:paraId="247B984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ttacgccctg acacacgtta tgtgctcatg gatggctcta ttattcaatt tcctaacacc</w:t>
      </w:r>
    </w:p>
    <w:p w14:paraId="348D7A3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taccttgaag gttctgttag agtggtaaca acttttgatt ctgagtactg taggcacggc</w:t>
      </w:r>
    </w:p>
    <w:p w14:paraId="3296601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acttgtgaaa gatcagaagc tggtgtttgt gtatctacta gtggtagatg ggtacttaac</w:t>
      </w:r>
    </w:p>
    <w:p w14:paraId="4DF0BFC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aatgattatt acagatcttt accaggagtt ttctgtggtg tagatgctgt aaatttactt</w:t>
      </w:r>
    </w:p>
    <w:p w14:paraId="27F9E6F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actaatatgt ttacaccact aattcaacct attggtgctt tggacatatc agcatctata</w:t>
      </w:r>
    </w:p>
    <w:p w14:paraId="391EA25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gtagctggtg gtattgtagc tatcgtagta acatgccttg cctactattt tatgaggttt</w:t>
      </w:r>
    </w:p>
    <w:p w14:paraId="6746D32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agaagagctt ttggtgaata cagtcatgta gttgccttta atactttact attccttatg</w:t>
      </w:r>
    </w:p>
    <w:p w14:paraId="23202A9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tcattcactg tactctgttt aacaccagtt tactcattct tacctggtgt ttattctgtt</w:t>
      </w:r>
    </w:p>
    <w:p w14:paraId="240E69A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atttacttgt acttgacatt ttatcttact aatgatgttt cttttttagc acatattcag</w:t>
      </w:r>
    </w:p>
    <w:p w14:paraId="57F8D9A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9421 tggatggtta tgttcacacc tttagtacct ttctggataa caattgctta tatcatttgt</w:t>
      </w:r>
    </w:p>
    <w:p w14:paraId="00C1CFC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atttccacaa agcatttcta ttggttcttt agtaattacc taaagagacg tgtagtcttt</w:t>
      </w:r>
    </w:p>
    <w:p w14:paraId="264CDA6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aatggtgttt cctttagtac ttttgaagaa gctgcgctgt gcaccttttt gttaaataaa</w:t>
      </w:r>
    </w:p>
    <w:p w14:paraId="6D63D52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gaaatgtatc taaagttgcg tagtgatgtg ctattacctc ttacgcaata taatagatac</w:t>
      </w:r>
    </w:p>
    <w:p w14:paraId="29F5D4F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ttagctcttt ataataagta caagtatttt agtggagcaa tggatacaac tagctacaga</w:t>
      </w:r>
    </w:p>
    <w:p w14:paraId="56F7A6A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gaagctgctt gttgtcatct cgcaaaggct ctcaatgact tcagtaactc aggttctgat</w:t>
      </w:r>
    </w:p>
    <w:p w14:paraId="75C2155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gttctttacc aaccaccaca aatctctatc acctcagctg ttttgcagag tggttttaga</w:t>
      </w:r>
    </w:p>
    <w:p w14:paraId="31BA547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aaaatggcat tcccatctgg taaagttgag ggttgtatgg tacaagtaac ttgtggtaca</w:t>
      </w:r>
    </w:p>
    <w:p w14:paraId="5446742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actacactta acggtctttg gcttgatgac gtagtttact gtccaagaca tgtgatctgc</w:t>
      </w:r>
    </w:p>
    <w:p w14:paraId="2DE2D4B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acctctgaag acatgcttaa ccctaattat gaagatttac tcattcgtaa gtctaatcat</w:t>
      </w:r>
    </w:p>
    <w:p w14:paraId="7207FE9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aatttcttgg tacaggctgg taatgttcaa ctcagggtta ttggacattc tatgcaaaat</w:t>
      </w:r>
    </w:p>
    <w:p w14:paraId="37BF064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tgtgtactta agcttaaggt tgatacagcc aatcctaaga cacctaagta taagtttgtt</w:t>
      </w:r>
    </w:p>
    <w:p w14:paraId="3661A63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cgcattcaac caggacagac tttttcagtg ttagcttgtt acaatggttc accatctggt</w:t>
      </w:r>
    </w:p>
    <w:p w14:paraId="5B31870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gtttaccaat gtgctatgag gcacaatttc actattaagg gttcattcct taatggttca</w:t>
      </w:r>
    </w:p>
    <w:p w14:paraId="16171B7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tgtggtagtg ttggttttaa catagattat gactgtgtct ctttttgtta catgcaccat</w:t>
      </w:r>
    </w:p>
    <w:p w14:paraId="0F84CBD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atggaattac caactggagt tcatgctggc acagacttag aaggtaactt ttatggacct</w:t>
      </w:r>
    </w:p>
    <w:p w14:paraId="748BDDE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tttgttgaca ggcaaacagc acaagcagct ggtacggaca caactattac agttaatgtt</w:t>
      </w:r>
    </w:p>
    <w:p w14:paraId="34CBC91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ttagcttggt tgtacgctgc tgttataaat ggagacaggt ggtttctcaa tcgatttacc</w:t>
      </w:r>
    </w:p>
    <w:p w14:paraId="08EF6FB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acaactctta atgactttaa ccttgtggct atgaagtaca attatgaacc tctaacacaa</w:t>
      </w:r>
    </w:p>
    <w:p w14:paraId="649DCE4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gaccatgttg acatactagg acctctttct gctcaaactg gaattgccgt tttagatatg</w:t>
      </w:r>
    </w:p>
    <w:p w14:paraId="14FFF50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tgtgcttcat taaaagaatt actgcaaaat ggtatgaatg gacgtaccat attgggtagt</w:t>
      </w:r>
    </w:p>
    <w:p w14:paraId="3A67E8F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gctttattag aagatgaatt tacacctttt gatgttgtta gacaatgctc aggtgttact</w:t>
      </w:r>
    </w:p>
    <w:p w14:paraId="3F60C98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ttccaaagtg cagtgaaaag aacaatcaag ggtacacacc actggttgtt actcacaatt</w:t>
      </w:r>
    </w:p>
    <w:p w14:paraId="7F21428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ttgacttcac ttttagtttt agtccagagt actcaatggt ctttgttctt ttttttgtat</w:t>
      </w:r>
    </w:p>
    <w:p w14:paraId="3A01E4C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gaaaatgcct ttttaccttt tgctatgggt attattgcta tgtctgcttt tgcaatgatg</w:t>
      </w:r>
    </w:p>
    <w:p w14:paraId="75B24E8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tttgtcaaac ataagcatgc atttctctgt ttgtttttgt taccttctct tgccactgta</w:t>
      </w:r>
    </w:p>
    <w:p w14:paraId="547B7FA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gcttatttta atatggtcta tatgcctgct agttgggtga tgcgtattat gacatggttg</w:t>
      </w:r>
    </w:p>
    <w:p w14:paraId="20DC6DF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gatatggttg atactagttt taagctaaaa gactgtgtta tgtatgcatc agctgtagtg</w:t>
      </w:r>
    </w:p>
    <w:p w14:paraId="4372E60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ttactaatcc ttatgacagc aagaactgtg tatgatgatg gtgctaggag agtgtggaca</w:t>
      </w:r>
    </w:p>
    <w:p w14:paraId="29EFAA2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cttatgaatg tcttgacact cgtttataaa gtttattatg gtaatgcttt agatcaagcc</w:t>
      </w:r>
    </w:p>
    <w:p w14:paraId="6A60886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atttccatgt gggctcttat aatctctgtt acttctaact actcaggtgt agttacaact</w:t>
      </w:r>
    </w:p>
    <w:p w14:paraId="145E455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gtcatgtttt tggccagagg tgttgttttt atgtgtgttg agtattgccc tattttcttc</w:t>
      </w:r>
    </w:p>
    <w:p w14:paraId="7F96031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ataactggta atacacttca gtgtataatg ctagtttatt gtttcttagg ctatttttgt</w:t>
      </w:r>
    </w:p>
    <w:p w14:paraId="3901CBA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acttgttact ttggcctctt ttgtttactc aaccgctact ttagactgac tcttggtgtt</w:t>
      </w:r>
    </w:p>
    <w:p w14:paraId="14EE52A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tatgattact tagtttctac acaggagttt agatatatga attcacaggg actactccca</w:t>
      </w:r>
    </w:p>
    <w:p w14:paraId="15E4D49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cccaagaata gcatagatgc cttcaaactc aacattaaat tgttgggtgt tggtggcaaa</w:t>
      </w:r>
    </w:p>
    <w:p w14:paraId="06BC602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ccttgtatca aagtagccac tgtacagtct aaaatgtcag atgtaaagtg cacatcagta</w:t>
      </w:r>
    </w:p>
    <w:p w14:paraId="03C0791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gtcttactct cagttttgca acaactcaga gtagaatcat catctaaatt gtgggctcaa</w:t>
      </w:r>
    </w:p>
    <w:p w14:paraId="09F2AD3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tgtgtccagt tacacaatga cattctctta gctaaagata ctactgaagc ctttgaaaaa</w:t>
      </w:r>
    </w:p>
    <w:p w14:paraId="3DECF25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atggtttcac tactttctgt tttgctttcc atgcagggtg ctgtagacat aaacaagctt</w:t>
      </w:r>
    </w:p>
    <w:p w14:paraId="461A1D7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tgtgaagaaa tgctggacaa cagggcaacc ttacaagcta tagcctcaga gtttagttcc</w:t>
      </w:r>
    </w:p>
    <w:p w14:paraId="72E955F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cttccatcat atgcagcttt tgctactgct caagaagctt atgagcaggc tgttgctaat</w:t>
      </w:r>
    </w:p>
    <w:p w14:paraId="7C93C89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11941 ggtgattctg aagttgttct taaaaagttg aagaagtctt tgaatgtggc taaatctgaa</w:t>
      </w:r>
    </w:p>
    <w:p w14:paraId="4C83E77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tttgaccgtg atgcagccat gcaacgtaag ttggaaaaga tggctgatca agctatgacc</w:t>
      </w:r>
    </w:p>
    <w:p w14:paraId="7B5344C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caaatgtata aacaggctag atctgaggac aagagggcaa aagttactag tgctatgcag</w:t>
      </w:r>
    </w:p>
    <w:p w14:paraId="4483496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acaatgcttt tcactatgct tagaaagttg gataatgatg cactcaacaa cattatcaac</w:t>
      </w:r>
    </w:p>
    <w:p w14:paraId="7BA3176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aatgcaagag atggttgtgt tcccttgaac ataatacctc ttacaacagc agccaaacta</w:t>
      </w:r>
    </w:p>
    <w:p w14:paraId="3AC6C73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atggttgtca taccagacta taacacatat aaaaatacgt gtgatggtac aacatttact</w:t>
      </w:r>
    </w:p>
    <w:p w14:paraId="76D4F39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tatgcatcag cattgtggga aatccaacag gttgtagatg cagatagtaa aattgttcaa</w:t>
      </w:r>
    </w:p>
    <w:p w14:paraId="629323E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cttagtgaaa ttagtatgga caattcacct aatttagcat ggcctcttat tgtaacagct</w:t>
      </w:r>
    </w:p>
    <w:p w14:paraId="41D4582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ttaagggcca attctgctgt caaattacag aataatgagc ttagtcctgt tgcactacga</w:t>
      </w:r>
    </w:p>
    <w:p w14:paraId="0A470C8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cagatgtctt gtgctgccgg tactacacaa actgcttgca ctgatgacaa tgcgttagct</w:t>
      </w:r>
    </w:p>
    <w:p w14:paraId="62B8D65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tactacaaca caacaaaggg aggtaggttt gtacttgcac tgttatccga tttacaggat</w:t>
      </w:r>
    </w:p>
    <w:p w14:paraId="680370A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ttgaaatggg ctagattccc taagagtgat ggaactggta ctatctatac agaactggaa</w:t>
      </w:r>
    </w:p>
    <w:p w14:paraId="6706184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ccaccttgta ggtttgttac agacacacct aaaggtccta aagtgaagta tttatacttt</w:t>
      </w:r>
    </w:p>
    <w:p w14:paraId="6FDE328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attaaaggat taaacaacct aaatagaggt atggtacttg gtagtttagc tgccacagta</w:t>
      </w:r>
    </w:p>
    <w:p w14:paraId="3A467ED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cgtctacaag ctggtaatgc aacagaagtg cctgccaatt caactgtatt atctttctgt</w:t>
      </w:r>
    </w:p>
    <w:p w14:paraId="3D7C4DA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gcttttgctg tagatgctgc taaagcttac aaagattatc tagctagtgg gggacaacca</w:t>
      </w:r>
    </w:p>
    <w:p w14:paraId="64BADF5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atcactaatt gtgttaagat gttgtgtaca cacactggta ctggtcaggc aataacagtc</w:t>
      </w:r>
    </w:p>
    <w:p w14:paraId="701631B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acaccggaag ccaatatgga tcaagaatcc tttggtggtg catcgtgttg tctgtactgc</w:t>
      </w:r>
    </w:p>
    <w:p w14:paraId="1E7E2D0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cgttgccaca tagatcatcc aaatcctaaa ggattttgtg acttaaaagg taagtatgta</w:t>
      </w:r>
    </w:p>
    <w:p w14:paraId="6991F64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caaataccta caacttgtgc taatgaccct gtgggtttta cacttaaaaa cacagtctgt</w:t>
      </w:r>
    </w:p>
    <w:p w14:paraId="1FA0E27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accgtctgcg gtatgtggaa aggttatggc tgtagttgtg atcaactccg cgaacccatg</w:t>
      </w:r>
    </w:p>
    <w:p w14:paraId="7A1DF58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cttcagtcag ctgatgcaca atcgttttta aacgggtttg cggtgtaagt gcagcccgtc</w:t>
      </w:r>
    </w:p>
    <w:p w14:paraId="6A61429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ttacaccgtg cggcacaggc actagtactg atgtcgtata cagggctttt gacatctaca</w:t>
      </w:r>
    </w:p>
    <w:p w14:paraId="3045639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atgataaagt agctggtttt gctaaattcc taaaaactaa ttgttgtcgc ttccaagaaa</w:t>
      </w:r>
    </w:p>
    <w:p w14:paraId="7109860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aggacgaaga tgacaattta attgattctt actttgtagt taagagacac actttctcta</w:t>
      </w:r>
    </w:p>
    <w:p w14:paraId="1568421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actaccaaca tgaagaaaca atttataatt tacttaagga ttgtccagct gttgctaaac</w:t>
      </w:r>
    </w:p>
    <w:p w14:paraId="5BBB599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atgacttctt taagtttaga atagacggtg acatggtacc acatatatca cgtcaacgtc</w:t>
      </w:r>
    </w:p>
    <w:p w14:paraId="3D68163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ttactaaata cacaatggca gacctcgtct atgctttaag gcattttgat gaaggtaatt</w:t>
      </w:r>
    </w:p>
    <w:p w14:paraId="5D2A516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gtgacacatt aaaagaaata cttgtcacat acaattgttg tgatgatgat tatttcaata</w:t>
      </w:r>
    </w:p>
    <w:p w14:paraId="3B824A3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aaaaggactg gtatgatttt gtagaaaacc cagatatatt acgcgtatac gccaacttag</w:t>
      </w:r>
    </w:p>
    <w:p w14:paraId="1066F43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gtgaacgtgt acgccaagct ttgttaaaaa cagtacaatt ctgtgatgcc atgcgaaatg</w:t>
      </w:r>
    </w:p>
    <w:p w14:paraId="58B44EC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ctggtattgt tggtgtactg acattagata atcaagatct caatggtaac tggtatgatt</w:t>
      </w:r>
    </w:p>
    <w:p w14:paraId="183E1B5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tcggtgattt catacaaacc acgccaggta gtggagttcc tgttgtagat tcttattatt</w:t>
      </w:r>
    </w:p>
    <w:p w14:paraId="21AC325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cattgttaat gcctatatta accttgacca gggctttaac tgcagagtca catgttgaca</w:t>
      </w:r>
    </w:p>
    <w:p w14:paraId="6614545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ctgacttaac aaagccttac attaagtggg atttgttaaa atatgacttc acggaagaga</w:t>
      </w:r>
    </w:p>
    <w:p w14:paraId="34F3E5B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ggttaaaact ctttgaccgt tattttaaat attgggatca gacataccac ccaaattgtg</w:t>
      </w:r>
    </w:p>
    <w:p w14:paraId="0BC191F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ttaactgttt ggatgacaga tgcattctgc attgtgcaaa ctttaatgtt ttattctcta</w:t>
      </w:r>
    </w:p>
    <w:p w14:paraId="1C08EEA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cagtgttccc acttacaagt tttggaccac tagtgagaaa aatatttgtt gatggtgttc</w:t>
      </w:r>
    </w:p>
    <w:p w14:paraId="1DB801D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catttgtagt ttcaactgga taccacttca gagagctagg tgttgtacat aatcaggatg</w:t>
      </w:r>
    </w:p>
    <w:p w14:paraId="372B5D0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taaacttaca tagctctaga cttagtttta aggaattact tgtgtatgct gctgaccctg</w:t>
      </w:r>
    </w:p>
    <w:p w14:paraId="159D0A7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ctatgcacgc tgcttctggt aatctattac tagataaacg cactacgtgc ttttcagtag</w:t>
      </w:r>
    </w:p>
    <w:p w14:paraId="44A8770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ctgcacttac taacaatgtt gcttttcaaa ctgtcaaacc cggtaatttt aacaaagact</w:t>
      </w:r>
    </w:p>
    <w:p w14:paraId="0DEA95D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14461 tctatgactt tgctgtgtct aagggtttct ttaaggaagg aagttctgtt gaattaaaac</w:t>
      </w:r>
    </w:p>
    <w:p w14:paraId="7B842F1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acttcttctt tgctcaggat ggtaatgctg ctatcagcga ttatgactac tatcgttata</w:t>
      </w:r>
    </w:p>
    <w:p w14:paraId="190EEC6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atctaccaac aatgtgtgat atcagacaac tactatttgt agttgaagtt gttgataagt</w:t>
      </w:r>
    </w:p>
    <w:p w14:paraId="6C90190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actttgattg ttacgatggt ggctgtatta atgctaacca agtcatcgtc aacaacctag</w:t>
      </w:r>
    </w:p>
    <w:p w14:paraId="6F1D648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acaaatcagc tggttttcca tttaataaat ggggtaaggc tagactttat tatgattcaa</w:t>
      </w:r>
    </w:p>
    <w:p w14:paraId="55A59AF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tgagttatga ggatcaagat gcacttttcg catatacaaa acgtaatgtc atccctacta</w:t>
      </w:r>
    </w:p>
    <w:p w14:paraId="4D375B3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taactcaaat gaatcttaag tatgccatta gtgcaaagaa tagagctcgc accgtagctg</w:t>
      </w:r>
    </w:p>
    <w:p w14:paraId="5FB3F4A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gtgtctctat ctgtagtact atgaccaata gacagtttca tcaaaaatta ttgaaatcaa</w:t>
      </w:r>
    </w:p>
    <w:p w14:paraId="15BD54B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tagccgccac tagaggagct actgtagtaa ttggaacaag caaattctat ggtggttggc</w:t>
      </w:r>
    </w:p>
    <w:p w14:paraId="1B67536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acaatatgtt aaaaactgtt tatagtgatg tagaaaaccc tcaccttatg ggttgggatt</w:t>
      </w:r>
    </w:p>
    <w:p w14:paraId="65F7AAB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atcctaaatg tgatagagcc atgcctaaca tgcttagaat tatggcctca cttgttcttg</w:t>
      </w:r>
    </w:p>
    <w:p w14:paraId="695C80C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ctcgcaaaca tacaacgtgt tgtagcttgt cacaccgttt ctatagatta gctaatgagt</w:t>
      </w:r>
    </w:p>
    <w:p w14:paraId="1CC50D6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gtgctcaagt attgagtgaa atggtcatgt gtggcggttc actatatgtt aaaccaggtg</w:t>
      </w:r>
    </w:p>
    <w:p w14:paraId="4EA05B0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gaacctcatc aggagatgcc acaactgctt atgctaatag tgtttttaac atttgtcaag</w:t>
      </w:r>
    </w:p>
    <w:p w14:paraId="78D1B66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ctgtcacggc caatgttaat gcacttttat ctactgatgg taacaaaatt gccgataagt</w:t>
      </w:r>
    </w:p>
    <w:p w14:paraId="204F352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atgtccgcaa tttacaacac agactttatg agtgtctcta tagaaataga gatgttgaca</w:t>
      </w:r>
    </w:p>
    <w:p w14:paraId="19B6175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cagactttgt gaatgagttt tacgcatatt tgcgtaaaca tttctcaatg atgatactct</w:t>
      </w:r>
    </w:p>
    <w:p w14:paraId="79A9609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ctgacgatgc tgttgtgtgt ttcaatagca cttatgcatc tcaaggtcta gtggctagca</w:t>
      </w:r>
    </w:p>
    <w:p w14:paraId="71EB0C0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taaagaactt taagtcagtt ctttattatc aaaacaatgt ttttatgtct gaagcaaaat</w:t>
      </w:r>
    </w:p>
    <w:p w14:paraId="6138F83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gttggactga gactgacctt actaaaggac ctcatgaatt ttgctctcaa catacaatgc</w:t>
      </w:r>
    </w:p>
    <w:p w14:paraId="6196BB6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tagttaaaca gggtgatgat tatgtgtacc ttccttaccc agatccatca agaatcctag</w:t>
      </w:r>
    </w:p>
    <w:p w14:paraId="6E9F65E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gggccggctg ttttgtagat gatatcgtaa aaacagatgg tacacttatg attgaacggt</w:t>
      </w:r>
    </w:p>
    <w:p w14:paraId="741658A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tcgtgtcttt agctatagat gcttacccac ttactaaaca tcctaatcag gagtatgctg</w:t>
      </w:r>
    </w:p>
    <w:p w14:paraId="18545FA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atgtctttca tttgtactta caatacataa gaaagctaca tgatgagtta acaggacaca</w:t>
      </w:r>
    </w:p>
    <w:p w14:paraId="77E75BA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tgttagacat gtattctgtt atgcttacta atgataacac ttcaaggtat tgggaacctg</w:t>
      </w:r>
    </w:p>
    <w:p w14:paraId="01B4979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agttttatga ggctatgtac acaccgcata cagtcttaca ggctgttggg gcttgtgttc</w:t>
      </w:r>
    </w:p>
    <w:p w14:paraId="08279DF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tttgcaattc acagacttca ttaagatgtg gtgcttgcat acgtagacca ttcttatgtt</w:t>
      </w:r>
    </w:p>
    <w:p w14:paraId="72E41C7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gtaaatgctg ttacgaccat gtcatatcaa catcacataa attagtcttg tctgttaatc</w:t>
      </w:r>
    </w:p>
    <w:p w14:paraId="34241AB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cgtatgtttg caatgctcca ggttgtgatg tcacagatgt gactcaactt tacttaggag</w:t>
      </w:r>
    </w:p>
    <w:p w14:paraId="6821E35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gtatgagcta ttattgtaaa tcacataaac cacccattag ttttccattg tgtgctaatg</w:t>
      </w:r>
    </w:p>
    <w:p w14:paraId="771AE93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gacaagtttt tggtttatat aaaaatacat gtgttggtag cgataatgtt actgacttta</w:t>
      </w:r>
    </w:p>
    <w:p w14:paraId="5E723C7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atgcaattgc aacatgtgac tggacaaatg ctggtgatta cattttagct aacacctgta</w:t>
      </w:r>
    </w:p>
    <w:p w14:paraId="5F87B9A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ctgaaagact caagcttttt gcagcagaaa cgctcaaagc tactgaggag acatttaaac</w:t>
      </w:r>
    </w:p>
    <w:p w14:paraId="74EA8D5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tgtcttatgg tattgctact gtacgtgaag tgctgtctga cagagaatta catctttcat</w:t>
      </w:r>
    </w:p>
    <w:p w14:paraId="653C3F1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gggaagttgg taaacctaga ccaccactta accgaaatta tgtctttact ggttatcgtg</w:t>
      </w:r>
    </w:p>
    <w:p w14:paraId="534DD13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taactaaaaa cagtaaagta caaataggag agtacacctt tgaaaaaggt gactatggtg</w:t>
      </w:r>
    </w:p>
    <w:p w14:paraId="6B5F0B3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atgctgttgt ttaccgaggt acaacaactt acaaattaaa tgttggtgat tattttgtgc</w:t>
      </w:r>
    </w:p>
    <w:p w14:paraId="383ECCB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tgacatcaca tacagtaatg ccattaagtg cacctacact agtgccacaa gagcactatg</w:t>
      </w:r>
    </w:p>
    <w:p w14:paraId="5C418E0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ttagaattac tggcttatac ccaacactca atatctcaga tgagttttct agcaatgttg</w:t>
      </w:r>
    </w:p>
    <w:p w14:paraId="59F2B02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caaattatca aaaggttggt atgcaaaagt attctacact ccagggacca cctggtactg</w:t>
      </w:r>
    </w:p>
    <w:p w14:paraId="4E5CD3E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gtaagagtca ttttgctatt ggcctagctc tctactaccc ttctgctcgc atagtgtata</w:t>
      </w:r>
    </w:p>
    <w:p w14:paraId="5A3A624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cagcttgctc tcatgccgct gttgatgcac tatgtgagaa ggcattaaaa tatttgccta</w:t>
      </w:r>
    </w:p>
    <w:p w14:paraId="0CD8B5A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16981 tagataaatg tagtagaatt atacctgcac gtgctcgtgt agagtgtttt gataaattca</w:t>
      </w:r>
    </w:p>
    <w:p w14:paraId="70BC9CA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aagtgaattc aacattagaa cagtatgtct tttgtactgt aaatgcattg cctgagacga</w:t>
      </w:r>
    </w:p>
    <w:p w14:paraId="0ED3AC1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cagcagatat agttgtcttt gatgaaattt caatggccac aaattatgat ttgagtgttg</w:t>
      </w:r>
    </w:p>
    <w:p w14:paraId="697D789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tcaatgccag attacgtgct aagcactatg tgtacattgg cgaccctgct caattacctg</w:t>
      </w:r>
    </w:p>
    <w:p w14:paraId="0D89412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caccacgcac attgctaact aagggcacac tagaaccaga atatttcaat tcagtgtgta</w:t>
      </w:r>
    </w:p>
    <w:p w14:paraId="65965E3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gacttatgaa aactataggt ccagacatgt tcctcggaac ttgtcggcgt tgtcctgctg</w:t>
      </w:r>
    </w:p>
    <w:p w14:paraId="54AA7D3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aaattgttga cactgtgagt gctttggttt atgataataa gcttaaagca cataaagaca</w:t>
      </w:r>
    </w:p>
    <w:p w14:paraId="2B936BA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aatcagctca atgctttaaa atgttttata agggtgttat cacgcatgat gtttcatctg</w:t>
      </w:r>
    </w:p>
    <w:p w14:paraId="519574A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caattaacag gccacaaata ggcgtggtaa gagaattcct tacacgtaac cctgcttgga</w:t>
      </w:r>
    </w:p>
    <w:p w14:paraId="6DA9111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gaaaagctgt ctttatttca ccttataatt cacagaatgc tgtagcctca aagattttgg</w:t>
      </w:r>
    </w:p>
    <w:p w14:paraId="0A01AB2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gactaccaac tcaaactgtt gattcatcac agggctcaga atatgactat gtcatattca</w:t>
      </w:r>
    </w:p>
    <w:p w14:paraId="7D108EB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ctcaaaccac tgaaacagct cactcttgta atgtaaacag atttaatgtt gctattacca</w:t>
      </w:r>
    </w:p>
    <w:p w14:paraId="7F4043F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gagcaaaagt aggcatactt tgcataatgt ctgatagaga cctttatgac aagttgcaat</w:t>
      </w:r>
    </w:p>
    <w:p w14:paraId="5F7B74C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ttacaagtct tgaaattcca cgtaggaatg tggcaacttt acaagctgaa aatgtaacag</w:t>
      </w:r>
    </w:p>
    <w:p w14:paraId="1E3AE1D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gactctttaa agattgtagt aaggtaatca ctgggttaca tcctacacag gcacctacac</w:t>
      </w:r>
    </w:p>
    <w:p w14:paraId="53F7954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acctcagtgt tgacactaaa ttcaaaactg aaggtttatg tgttgacgta cctggcatac</w:t>
      </w:r>
    </w:p>
    <w:p w14:paraId="5C26B54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ctaaggacat gacctataga agactcatct ctatgatggg ttttaaaatg aattatcaag</w:t>
      </w:r>
    </w:p>
    <w:p w14:paraId="5404977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ttaatggtta ccctaacatg tttatcaccc gcgaagaagc tataagacat gtacgtgcat</w:t>
      </w:r>
    </w:p>
    <w:p w14:paraId="4F339F0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ggattggctt cgatgtcgag gggtgtcatg ctactagaga agctgttggt accaatttac</w:t>
      </w:r>
    </w:p>
    <w:p w14:paraId="0A69820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ctttacagct aggtttttct acaggtgtta acctagttgc tgtacctaca ggttatgttg</w:t>
      </w:r>
    </w:p>
    <w:p w14:paraId="0CAD106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atacacctaa taatacagat ttttccagag ttagtgctaa accaccgcct ggagatcaat</w:t>
      </w:r>
    </w:p>
    <w:p w14:paraId="665AB6B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ttaaacacct cataccactt atgtacaaag gacttccttg gaatgtagtg cgtataaaga</w:t>
      </w:r>
    </w:p>
    <w:p w14:paraId="4120D4B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ttgtacaaat gttaagtgac acacttaaaa atctctctga cagagtcgta tttgtcttat</w:t>
      </w:r>
    </w:p>
    <w:p w14:paraId="238D2D7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gggcacatgg ctttgagttg acatctatga agtattttgt gaaaatagga cctgagcgca</w:t>
      </w:r>
    </w:p>
    <w:p w14:paraId="7A164F4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cctgttgtct atgtgataga cgtgccacat gcttttccac tgcttcagac acttatgcct</w:t>
      </w:r>
    </w:p>
    <w:p w14:paraId="44EB315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gttggcatca ttctattgga tttgattacg tctataatcc gtttatgatt gatgttcaac</w:t>
      </w:r>
    </w:p>
    <w:p w14:paraId="0DD1212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aatggggttt tacaggtaac ctacaaagca accatgatct gtattgtcaa gtccatggta</w:t>
      </w:r>
    </w:p>
    <w:p w14:paraId="2AF1149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atgcacatgt agctagttgt gatgcaatca tgactaggtg tctagctgtc cacgagtgct</w:t>
      </w:r>
    </w:p>
    <w:p w14:paraId="7DAF5BF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ttgttaagcg tgttgactgg actattgaat atcctataat tggtgatgaa ctgaagatta</w:t>
      </w:r>
    </w:p>
    <w:p w14:paraId="4B66EEC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atgcggcttg tagaaaggtt caacacatgg ttgttaaagc tgcattatta gcagacaaat</w:t>
      </w:r>
    </w:p>
    <w:p w14:paraId="46E384B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tcccagttct tcacgacatt ggtaacccta aagctattaa gtgtgtacct caagctgatg</w:t>
      </w:r>
    </w:p>
    <w:p w14:paraId="216819D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tagaatggaa gttctatgat gcacagcctt gtagtgacaa agcttataaa atagaagaat</w:t>
      </w:r>
    </w:p>
    <w:p w14:paraId="31B3CBA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tattctattc ttatgccaca cattctgaca aattcacaga tggtgtatgc ctattttgga</w:t>
      </w:r>
    </w:p>
    <w:p w14:paraId="5999C11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attgcaatgt cgatagatat cctgctaatt ccattgtttg tagatttgac actagagtgc</w:t>
      </w:r>
    </w:p>
    <w:p w14:paraId="7A91FC0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tatctaacct taacttgcct ggttgtgatg gtggcagttt gtatgtaaat aaacatgcat</w:t>
      </w:r>
    </w:p>
    <w:p w14:paraId="4D7F775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tccacacacc agcttttgat aaaagtgctt ttgttaattt aaaacaatta ccatttttct</w:t>
      </w:r>
    </w:p>
    <w:p w14:paraId="2E12C8F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attactctga cagtccatgt gagtctcatg gaaaacaagt agtgtcagat atagattatg</w:t>
      </w:r>
    </w:p>
    <w:p w14:paraId="21B526B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taccactaaa gtctgctacg tgtataacac gttgcaattt aggtggtgct gtctgtagac</w:t>
      </w:r>
    </w:p>
    <w:p w14:paraId="3D9C0D8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atcatgctaa tgagtacaga ttgtatctcg atgcttataa catgatgatc tcagctggct</w:t>
      </w:r>
    </w:p>
    <w:p w14:paraId="26BFF15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ttagcttgtg ggtttacaaa caatttgata cttataacct ctggaacact tttacaagac</w:t>
      </w:r>
    </w:p>
    <w:p w14:paraId="2C99CB9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ttcagagttt agaaaatgtg gcttttaatg ttgtaaataa gggacacttt gatggacaac</w:t>
      </w:r>
    </w:p>
    <w:p w14:paraId="2324B39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agggtgaagt accagtttct atcattaata acactgttta cacaaaagtt gatggtgttg</w:t>
      </w:r>
    </w:p>
    <w:p w14:paraId="520B00E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19501 atgtagaatt gtttgaaaat aaaacaacat tacctgttaa tgtagcattt gagctttggg</w:t>
      </w:r>
    </w:p>
    <w:p w14:paraId="0B2F3FB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ctaagcgcaa cattaaacca gtaccagagg tgaaaatact caataatttg ggtgtggaca</w:t>
      </w:r>
    </w:p>
    <w:p w14:paraId="2EAD25F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ttgctgctaa tactgtgatc tgggactaca aaagagatgc tccagcacat atatctacta</w:t>
      </w:r>
    </w:p>
    <w:p w14:paraId="4396CC6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ttggtgtttg ttctatgact gacatagcca agaaaccaac tgaaacgatt tgtgcaccac</w:t>
      </w:r>
    </w:p>
    <w:p w14:paraId="0B2B4F9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tcactgtctt ttttgatggt agagttgatg gtcaagtaga cttatttaga aatgcccgta</w:t>
      </w:r>
    </w:p>
    <w:p w14:paraId="179885E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atggtgttct tattacagaa ggtagtgtta aaggtttaca accatctgta ggtcccaaac</w:t>
      </w:r>
    </w:p>
    <w:p w14:paraId="5156D8E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aagctagtct taatggagtc acattaattg gagaagccgt aaaaacacag ttcaattatt</w:t>
      </w:r>
    </w:p>
    <w:p w14:paraId="0BCBB67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ataagaaagt tgatggtgtt gtccaacaat tacctgaaac ttactttact cagagtagaa</w:t>
      </w:r>
    </w:p>
    <w:p w14:paraId="2122BA1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atttacaaga atttaaaccc aggagtcaaa tggaaattga tttcttagaa ttagctatgg</w:t>
      </w:r>
    </w:p>
    <w:p w14:paraId="4C4997D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atgaattcat tgaacggtat aaattagaag gctatgcctt cgaacatatc gtttatggag</w:t>
      </w:r>
    </w:p>
    <w:p w14:paraId="3E52CF4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attttagtca tagtcagtta ggtggtttac atctactgat tggactagct aaacgtttta</w:t>
      </w:r>
    </w:p>
    <w:p w14:paraId="09E684C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aggaatcacc ttttgaatta gaagatttta ttcctatgga cagtacagtt aaaaactatt</w:t>
      </w:r>
    </w:p>
    <w:p w14:paraId="6B81742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tcataacaga tgcgcaaaca ggttcatcta agtgtgtgtg ttctgttatt gatttattac</w:t>
      </w:r>
    </w:p>
    <w:p w14:paraId="6052DC0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ttgatgattt tgttgaaata ataaaatccc aagatttatc tgtagtttct aaggttgtca</w:t>
      </w:r>
    </w:p>
    <w:p w14:paraId="65CFF82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aagtgactat tgactataca gaaatttcat ttatgctttg gtgtaaagat ggccatgtag</w:t>
      </w:r>
    </w:p>
    <w:p w14:paraId="766F8A1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aaacatttta cccaaaatta caatctagtc aagcgtggca accgggtgtt gctatgccta</w:t>
      </w:r>
    </w:p>
    <w:p w14:paraId="30118EB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atctttacaa aatgcaaaga atgctattag aaaagtgtga ccttcaaaat tatggtgata</w:t>
      </w:r>
    </w:p>
    <w:p w14:paraId="2C9CCDC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gtgcaacatt acctaaaggc ataatgatga atgtcgcaaa atatactcaa ctgtgtcaat</w:t>
      </w:r>
    </w:p>
    <w:p w14:paraId="168F608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atttaaacac attaacatta gctgtaccct ataatatgag agttatacat tttggtgctg</w:t>
      </w:r>
    </w:p>
    <w:p w14:paraId="1577D47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gttctgataa aggagttgca ccaggtacag ctgttttaag acagtggttg cctacgggta</w:t>
      </w:r>
    </w:p>
    <w:p w14:paraId="311ED1D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cgctgcttgt cgattcagat cttaatgact ttgtctctga tgcagattca actttgattg</w:t>
      </w:r>
    </w:p>
    <w:p w14:paraId="0665F61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gtgattgtgc aactgtacat acagctaata aatgggatct cattattagt gatatgtacg</w:t>
      </w:r>
    </w:p>
    <w:p w14:paraId="109D711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accctaagac taaaaatgtt acaaaagaaa atgactctaa agagggtttt ttcacttaca</w:t>
      </w:r>
    </w:p>
    <w:p w14:paraId="03078E4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tttgtnnnnn nnnnnnnnnn nnnnnnnnnn nnnnnnnnnn nnnnnnnnnn nnnnnnnnnn</w:t>
      </w:r>
    </w:p>
    <w:p w14:paraId="53EA830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nnnnnnnnnn nnnnnnnnat ctttataagc tcatgggaca cttcgcatgg tggacagcct</w:t>
      </w:r>
    </w:p>
    <w:p w14:paraId="66B25F3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ttgttactaa tgtgaatgcg tcatcatctg aagcattttt aattggatgt aattatcttg</w:t>
      </w:r>
    </w:p>
    <w:p w14:paraId="63FBBB7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gcaaaccacg cgaacaaata gatggttatg tcatgcatgc aaattacata ttttggagga</w:t>
      </w:r>
    </w:p>
    <w:p w14:paraId="4B54839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atacaaatcc aattcagttg tcttcctatt ctttatttga catgagtaaa tttcccctta</w:t>
      </w:r>
    </w:p>
    <w:p w14:paraId="04487E1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aattaagggg tactgctgtt atgtctttaa aagaaggtca aatcaatgat atgattttat</w:t>
      </w:r>
    </w:p>
    <w:p w14:paraId="6C19EA1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ctcttcttag taaaggtaga cttataatta gagaaaacaa cagagttgtt atttctagtg</w:t>
      </w:r>
    </w:p>
    <w:p w14:paraId="3936FF0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atgttcttgt taacaactaa acgaacaatg tttgtttttc ttgttttatt gccactagtc</w:t>
      </w:r>
    </w:p>
    <w:p w14:paraId="0DE274B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tctagtcagt gtgttaatct tacaaccaga actcaattac cccctgcata cactaattct</w:t>
      </w:r>
    </w:p>
    <w:p w14:paraId="43A3E9F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ttcacacgtg gtgtttatta ccctgacaaa gttttcagat cctcagtttt acattcaact</w:t>
      </w:r>
    </w:p>
    <w:p w14:paraId="02539B0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caggacttgt tcttaccttt cttttccaat gttacttggt tccatgttat ctctgggacc</w:t>
      </w:r>
    </w:p>
    <w:p w14:paraId="5C6E028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aatggtacta agaggtttga taaccctgtc ctaccattta atgatggtgt ttattttgct</w:t>
      </w:r>
    </w:p>
    <w:p w14:paraId="0364B3D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tccattgaga agtctaacat aataagaggc tggatttttg gtactacttt agattcgaag</w:t>
      </w:r>
    </w:p>
    <w:p w14:paraId="4955118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acccagtccc tacttattgt taataacgct actaatgttg ttattaaagt ctgtgaattt</w:t>
      </w:r>
    </w:p>
    <w:p w14:paraId="5F8F607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caattttgta atgatccatt tttggaccac aaaaacaaca aaagttggat ggaaagtgag</w:t>
      </w:r>
    </w:p>
    <w:p w14:paraId="1A753E1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ttcagagttt attctagtgc gaataattgc acttttgaat atgtctctca gccttttctt</w:t>
      </w:r>
    </w:p>
    <w:p w14:paraId="1EDC491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atggaccttg aaggaaaaca gggtaatttc aaaaatctta gggaatttgt gtttaagaat</w:t>
      </w:r>
    </w:p>
    <w:p w14:paraId="03ED6C9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attgatggtt attttaaaat atattctaag cacacgccta ttatagtgcg tgagccagaa</w:t>
      </w:r>
    </w:p>
    <w:p w14:paraId="466BF09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gatctccctc agggtttttc ggctttagaa ccattggtag atttgccaat aggtattaac</w:t>
      </w:r>
    </w:p>
    <w:p w14:paraId="35FA985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22021 atcactaggt ttcaaacttt acttgcttta catagaagtt atttgactcc tggtgattct</w:t>
      </w:r>
    </w:p>
    <w:p w14:paraId="69B4261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tcttcaggtt ggacagctgg tgctgcagct tattatgtgg gttatcttca acctaggact</w:t>
      </w:r>
    </w:p>
    <w:p w14:paraId="3F2709D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tttctattaa aatataatga aaatggaacc attacagatg ctgtagactg tgcacttgac</w:t>
      </w:r>
    </w:p>
    <w:p w14:paraId="57B0644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cctctctcag aaacaaagtg tacgttgaaa tccttcactg tagaaaaagg aatctatcaa</w:t>
      </w:r>
    </w:p>
    <w:p w14:paraId="2502D67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acttctaact ttagagtcca accaacagaa tctattgtta gatttcctaa tattacaaac</w:t>
      </w:r>
    </w:p>
    <w:p w14:paraId="78EAB70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ttgtgccctt ttgatgaagt ttttaacgcc accagatttg catctgttta tgcttggaac</w:t>
      </w:r>
    </w:p>
    <w:p w14:paraId="5F7C3D9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aggaagagaa tcagcaactg tgttgctgat tattctgtcc tatataatct cgcaccattt</w:t>
      </w:r>
    </w:p>
    <w:p w14:paraId="3C52BC2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ttcactttta agtgttatgg agtgtctcct actaaattaa atgatctctg ctttactaat</w:t>
      </w:r>
    </w:p>
    <w:p w14:paraId="4D0984F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gtctatgcag attcatttgt aattagaggt gatgaagtca gacaaatcgc tccagggcaa</w:t>
      </w:r>
    </w:p>
    <w:p w14:paraId="013E5B7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actggaaata ttgctgatta taattataaa ttaccagatg attttacagg ctgcgttata</w:t>
      </w:r>
    </w:p>
    <w:p w14:paraId="50486B8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gcttggaatt ctaacaagct tgattctaag gttagtggta attataatta cctgtataga</w:t>
      </w:r>
    </w:p>
    <w:p w14:paraId="0551FED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ttgtttagga agtctaatct caaacctttt gagagagata tttcaactga aatctatcag</w:t>
      </w:r>
    </w:p>
    <w:p w14:paraId="35A9AF5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gccggtaaca aaccttgtaa tggtgttgca ggttttaatt gttactttcc tttacgatca</w:t>
      </w:r>
    </w:p>
    <w:p w14:paraId="49B9139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tatagtttcc gacccactta tggtgttggt caccaaccat acagagtagt agtactttct</w:t>
      </w:r>
    </w:p>
    <w:p w14:paraId="5C3095E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tttgaacttc tacatgcacc agcaactgtt tgtggaccta aaaagtctac taatttggtt</w:t>
      </w:r>
    </w:p>
    <w:p w14:paraId="4EF31B1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aaaaacaaat gtgtcaattt caacttcaat ggtttaaaag gcacaggtgt tcttactgag</w:t>
      </w:r>
    </w:p>
    <w:p w14:paraId="5F63950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tctaacaaaa agtttctgcc tttccaacaa tttggcagag acattgctga cactactgat</w:t>
      </w:r>
    </w:p>
    <w:p w14:paraId="0A590C8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gctgtccgtg atccacagac acttgagatt cttgacatta caccatgttc ttttggtggt</w:t>
      </w:r>
    </w:p>
    <w:p w14:paraId="1543635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gtcagtgtta taacaccagg aacaaatact tctaaccagg ttgctgttct ttatcagggt</w:t>
      </w:r>
    </w:p>
    <w:p w14:paraId="55473D4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gttaactgca cagaagtccc tgttgctatt catgcagatc aacttactcc tacttggcgt</w:t>
      </w:r>
    </w:p>
    <w:p w14:paraId="29068E8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gtttattcta caggttctaa tgtttttcaa acacgtgcag gctgtttaat aggggctgaa</w:t>
      </w:r>
    </w:p>
    <w:p w14:paraId="7B95D02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tatgtcaaca actcatatga gtgtgacata cccattggtg caggtatatg cgctagttat</w:t>
      </w:r>
    </w:p>
    <w:p w14:paraId="3D5FCB4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cagactcaga ctaagtctca tcggcgggca cgtagtgtag ctagtcaatc catcattgcc</w:t>
      </w:r>
    </w:p>
    <w:p w14:paraId="1F062B8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tacactatgt cacttggtgc agaaaattca gttgcttact ctaataactc tattgccata</w:t>
      </w:r>
    </w:p>
    <w:p w14:paraId="4AC1820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cccacaaatt ttactattag tgttaccaca gaaattctac cagtgtctat gaccaagaca</w:t>
      </w:r>
    </w:p>
    <w:p w14:paraId="7CA572F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tcagtagatt gtacaatgta catttgtggt gattcaactg aatgcagcaa tcttttgttg</w:t>
      </w:r>
    </w:p>
    <w:p w14:paraId="72398C8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caatatggca gtttttgtac acaattaaaa cgtgctttaa ctggaatagc tgttgaacaa</w:t>
      </w:r>
    </w:p>
    <w:p w14:paraId="24D12CD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gacaaaaaca cccaagaagt ttttgcacaa gtcaaacaaa tttacaaaac accaccaatt</w:t>
      </w:r>
    </w:p>
    <w:p w14:paraId="07B1786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aaatattttg gtggttttaa tttttcacaa atattaccag atccatcaaa accaagcaag</w:t>
      </w:r>
    </w:p>
    <w:p w14:paraId="3E6450B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aggtcattta ttgaagatct acttttcaac aaagtgacac ttgcagatgc tggcttcatc</w:t>
      </w:r>
    </w:p>
    <w:p w14:paraId="29798C1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aaacaatatg gtgattgcct tggtgatatt gctgctagag acctcatttg tgcacaaaag</w:t>
      </w:r>
    </w:p>
    <w:p w14:paraId="37013C9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tttaaaggcc ttactgtttt gccacctttg ctcacagatg aaatgattgc tcaatacact</w:t>
      </w:r>
    </w:p>
    <w:p w14:paraId="457EDAC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tctgcactgt tagcgggtac aatcacttct ggttggacct ttggtgcagg tgctgcatta</w:t>
      </w:r>
    </w:p>
    <w:p w14:paraId="2E9AECC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caaataccat ttgctatgca aatggcttat aggtttaatg gtattggagt tacacagaat</w:t>
      </w:r>
    </w:p>
    <w:p w14:paraId="087AD09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gttctctatg agaaccaaaa attgattgcc aaccaattta atagtgctat tggcaaaatt</w:t>
      </w:r>
    </w:p>
    <w:p w14:paraId="6AA0BDB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caagactcac tttcttccac agcaagtgca cttggaaaac ttcaagatgt ggtcaaccaa</w:t>
      </w:r>
    </w:p>
    <w:p w14:paraId="339C052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aatgcacaag ctttaaacac gcttgttaaa caacttagct ccaaatttgg tgcaatttca</w:t>
      </w:r>
    </w:p>
    <w:p w14:paraId="037E8EE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agtgttttaa atgatatctt ttcacgtctt gacaaagttg aggctgaagt gcaaattgat</w:t>
      </w:r>
    </w:p>
    <w:p w14:paraId="293DC0D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aggttgatca caggcagact tcaaagtttg cagacatatg tgactcaaca attaattaga</w:t>
      </w:r>
    </w:p>
    <w:p w14:paraId="411BA80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gctgcagaaa tcagagcttc tgctaatctt gctgctacta aaatgtcaga gtgtgtactt</w:t>
      </w:r>
    </w:p>
    <w:p w14:paraId="5D0B2AE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ggacaatcaa aaagagttga tttttgtgga aagggctatc atcttatgtc cttccctcag</w:t>
      </w:r>
    </w:p>
    <w:p w14:paraId="1078D50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tcagcacctc atggtgtagt cttcttgcat gtgacttatg tccctgcaca agaaaagaac</w:t>
      </w:r>
    </w:p>
    <w:p w14:paraId="069043F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24541 ttcacaactg ctcctgccat ttgtcatgat ggaaaagcac actttcctcg tgaaggtgtc</w:t>
      </w:r>
    </w:p>
    <w:p w14:paraId="678CCBF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tttgtttcaa atggcacaca ctggtttgta acacaaagga atttttatga accacaaatc</w:t>
      </w:r>
    </w:p>
    <w:p w14:paraId="1F7AF15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attactacag acaacacatt tgtgtctggt aactgtgatg ttgtaatagg aattgtcaac</w:t>
      </w:r>
    </w:p>
    <w:p w14:paraId="4A89928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aacacagttt atgatccttt gcaacctgaa ttagattcat tcaaggagga gttagataaa</w:t>
      </w:r>
    </w:p>
    <w:p w14:paraId="1AC77C3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tattttaaga atcatacatc accagatgtt gatttaggtg acatctctgg cattaatgct</w:t>
      </w:r>
    </w:p>
    <w:p w14:paraId="71F634A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tcagttgtaa acattcaaaa agaaattgac cgcctcaatg aggttgccaa gaatttaaat</w:t>
      </w:r>
    </w:p>
    <w:p w14:paraId="0D4E0A1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gaatctctca tcgatctcca agaacttgga aagtatgagc agtatataaa atggccatgg</w:t>
      </w:r>
    </w:p>
    <w:p w14:paraId="05E5C2B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tacatttggc taggttttat agctggcttg attgccatag taatggtgac aattatgctt</w:t>
      </w:r>
    </w:p>
    <w:p w14:paraId="5A6C90D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tgctgtatga ccagttgctg tagttgtctc aagggctgtt gttcttgtgg atcctgctgc</w:t>
      </w:r>
    </w:p>
    <w:p w14:paraId="11FD938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aaatttgatg aagacgactc tgagccagtg ctcaaaggag tcaaattaca ttacacataa</w:t>
      </w:r>
    </w:p>
    <w:p w14:paraId="48123CF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acgaacttat ggatttgttt atgagaatct tcacaattgg aactgtaact ttgaagcaag</w:t>
      </w:r>
    </w:p>
    <w:p w14:paraId="7EB9F17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gtgaaatcaa ggatgctact ccttcagatt ttgttcgcgc tactgcaacg ataccgatac</w:t>
      </w:r>
    </w:p>
    <w:p w14:paraId="3E729B8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aagcctcact ccctttcgga tggcttattg ttggcgttgc acttcttgct gtttttcaga</w:t>
      </w:r>
    </w:p>
    <w:p w14:paraId="4DC691B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gcgcttccaa aatcataact ctcaaaaaga gatggcaact agcactctcc aagggtgttc</w:t>
      </w:r>
    </w:p>
    <w:p w14:paraId="55D01DD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actttgtttg caacttgctg ttgttgtttg taacagttta ctcacacctt ttgctcgttg</w:t>
      </w:r>
    </w:p>
    <w:p w14:paraId="2C15F2E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ctgctggcct tgaagcccct tttctctatc tttatgcttt agtctacttc ttgcagagta</w:t>
      </w:r>
    </w:p>
    <w:p w14:paraId="6114AFC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taaactttgt aagaataata atgaggcttt ggctttgctg gaaatgccgt tccaaaaacc</w:t>
      </w:r>
    </w:p>
    <w:p w14:paraId="71A77A8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cattacttta tgatgccaac tattttcttt gctggcatac taattgttac gactattgta</w:t>
      </w:r>
    </w:p>
    <w:p w14:paraId="4114206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taccttacaa tagtgtaact tcttcaattg tcattacttc aggtgatggc acaacaagtc</w:t>
      </w:r>
    </w:p>
    <w:p w14:paraId="3C2AD79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ctatttctga acatgactac cagattggtg gttatactga aaaatgggaa tctggagtaa</w:t>
      </w:r>
    </w:p>
    <w:p w14:paraId="529EB2F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aagactgtgt tgtattacac agttacttca cttcagacta ttaccagctg tactcaactc</w:t>
      </w:r>
    </w:p>
    <w:p w14:paraId="2D43D2F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aattgagtac agacactggt gttgaacatg ttaccttctt catctacaat aaaattgttg</w:t>
      </w:r>
    </w:p>
    <w:p w14:paraId="1E02356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atgagcctga agaacatgtc caaattcaca caatcgacgg ttcatccgga gttgttaatc</w:t>
      </w:r>
    </w:p>
    <w:p w14:paraId="55C6EC0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cagtaatgga accaatttat gatgaaccga cgacgactac tagcgtgcct ttgtaagcac</w:t>
      </w:r>
    </w:p>
    <w:p w14:paraId="4B58E8C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aagctgatga gtacgaactt atgtactcat tcgtttcgga agagataggt acgttaatag</w:t>
      </w:r>
    </w:p>
    <w:p w14:paraId="2CE73B9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ttaatagcgt acttcttttt cttgctttcg tggtattctt gctagttaca ctagccatcc</w:t>
      </w:r>
    </w:p>
    <w:p w14:paraId="3DE6D2A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ttactgcgct tcgattgtgt gcgtactgct gcaatattgt taacgtgagt cttgtaaaac</w:t>
      </w:r>
    </w:p>
    <w:p w14:paraId="5B2BF14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cttcttttta cgtttactct cgtgttaaaa atctgaattc ttctagagtt cctgatcttc</w:t>
      </w:r>
    </w:p>
    <w:p w14:paraId="3FD371B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tggtctaaac gaactaaata ttatattagt ttttctgttt ggaactttaa ttttagccat</w:t>
      </w:r>
    </w:p>
    <w:p w14:paraId="2DBDE27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ggcaggttcc aacggtacta ttaccgttga agagcttaaa aagctccttg aagaatggaa</w:t>
      </w:r>
    </w:p>
    <w:p w14:paraId="68A6453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cctagtaata ggtttcctat tccttacatg gatttgtctt ctacaatttg cctatgccaa</w:t>
      </w:r>
    </w:p>
    <w:p w14:paraId="4DBA92E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caggaatagg tttttgtata taattaagtt aattttcctc tggctgttat ggccagtaac</w:t>
      </w:r>
    </w:p>
    <w:p w14:paraId="09A31AD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tttaacttgt tttgtgcttg ctgctgttta cagaataaat tggatcaccg gtggaattgc</w:t>
      </w:r>
    </w:p>
    <w:p w14:paraId="514958E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tatcgcaatg gcttgtcttg taggcttgat gtggctcagc tacttcattg cttctttcag</w:t>
      </w:r>
    </w:p>
    <w:p w14:paraId="05E5B6D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actgtttgcg cgtacgcgtt ccatgtggtc attcaatcca gaaactaaca ttcttctcaa</w:t>
      </w:r>
    </w:p>
    <w:p w14:paraId="58A362A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cgtgccactc catggcacta ttctgaccag accgcttcta gaaagtgaac tcgtaatcgg</w:t>
      </w:r>
    </w:p>
    <w:p w14:paraId="0F0C0AF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agctgtgatc cttcgtggac atcttcgtat tgctggacac catctaggac gctgtgacat</w:t>
      </w:r>
    </w:p>
    <w:p w14:paraId="5C0C7F7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caaggacctg cctaaagaaa tcactgttgc tacatcacga acgctttctt attacaaatt</w:t>
      </w:r>
    </w:p>
    <w:p w14:paraId="6682CFB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gggagcttcg cagcgtgtag caggtgactc aggttttgct gcatacagtc gctacaggat</w:t>
      </w:r>
    </w:p>
    <w:p w14:paraId="4368B23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tggcaactat aaattaaaca cagaccattc cagtagcagt gacaatattg ctttgcttgt</w:t>
      </w:r>
    </w:p>
    <w:p w14:paraId="2289F46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acagtaagtg acaacagatg tttcatctcg ttgactttca ggttactata gcagagatat</w:t>
      </w:r>
    </w:p>
    <w:p w14:paraId="2171AFA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tactaattat tatgcggact tttaaagttt ccatttggaa tcttgattac atcataaacc</w:t>
      </w:r>
    </w:p>
    <w:p w14:paraId="216CF8F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27061 tcataattaa aaatttatct aagtcactaa ctgagaataa atattctcaa ttagatgaag</w:t>
      </w:r>
    </w:p>
    <w:p w14:paraId="6C978D9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agcaaccaat ggagattgat taaacgaaca tgaaaattat tcttttcttg gcactgataa</w:t>
      </w:r>
    </w:p>
    <w:p w14:paraId="0D1EE73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cactcgctac ttgtgagctt tatcactacc aagagtgtgt tagaggtaca acagtacttt</w:t>
      </w:r>
    </w:p>
    <w:p w14:paraId="7599066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taaaagaacc ttgctcttct ggaacatacg agggcaattc accatttcat cctctagctg</w:t>
      </w:r>
    </w:p>
    <w:p w14:paraId="0A97FDC2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ataacaaatt tgcactgact tgctttagca ctcaatttgc ttttgcttgt cctgacggcg</w:t>
      </w:r>
    </w:p>
    <w:p w14:paraId="03EEA8AA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taaaacacgt ctatcagtta cgtgccagat cagtttcacc taaactgttc atcagacaag</w:t>
      </w:r>
    </w:p>
    <w:p w14:paraId="75C9232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aggaagttca agaactttac tctccaattt ttcttattgt tgcggcaata gtgtttataa</w:t>
      </w:r>
    </w:p>
    <w:p w14:paraId="40574FA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cactttgctt cacactcaaa agaaagacag aatgattgaa ctttcattaa ttgacttcta</w:t>
      </w:r>
    </w:p>
    <w:p w14:paraId="7096F56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tttgtgcttt ttagcctttc tgttattcct tgttttaatt atgcttatta tcttttggtt</w:t>
      </w:r>
    </w:p>
    <w:p w14:paraId="6A5184C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ctcacttgaa ctgcaagatc ataatgaaac ttgtcacgcc taaacgaaca tgaaatttct</w:t>
      </w:r>
    </w:p>
    <w:p w14:paraId="545F92A5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tgttttctta ggaatcatca caactgtagc tgcatttcac caagaatgta gtttacagtc</w:t>
      </w:r>
    </w:p>
    <w:p w14:paraId="7189A14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atgtactcaa catcaaccat atgtagttga tgacccgtgt cctattcact tctattctaa</w:t>
      </w:r>
    </w:p>
    <w:p w14:paraId="47FDED4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atggtatatt agagtaggag ctagaaaatc agcaccttta attgaattgt gcgtggatga</w:t>
      </w:r>
    </w:p>
    <w:p w14:paraId="738387D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ggctggttct aaatcaccca ttcagtacat cgatatcggt aattatacag tttcctgttt</w:t>
      </w:r>
    </w:p>
    <w:p w14:paraId="17FF29E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accttttaca attaattgcc aggaacctaa attgggtagt cttgtagtgc gttgttcgtt</w:t>
      </w:r>
    </w:p>
    <w:p w14:paraId="32F78B3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ctatgaagac tttttagagt atcatgacgt tcgtgttgtt ttagatttca tctaaacgaa</w:t>
      </w:r>
    </w:p>
    <w:p w14:paraId="5DA47FF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caaacttaaa tgtctgataa tggaccccaa aatcagcgaa atgcactccg cattacgttt</w:t>
      </w:r>
    </w:p>
    <w:p w14:paraId="0ACE0F6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ggtggaccct cagattcaac tggcagtaac cagaatggtg gggcgcgatc aaaacaacgt</w:t>
      </w:r>
    </w:p>
    <w:p w14:paraId="1E31D91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cggccccaag gtttacccaa taatactgcg tcttggttca ccgctctcac tcaacatggc</w:t>
      </w:r>
    </w:p>
    <w:p w14:paraId="7962AFD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aaggaagacc ttaaattccc tcgaggacaa ggcgttccaa ttaacaccaa tagcagtcca</w:t>
      </w:r>
    </w:p>
    <w:p w14:paraId="5A01569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gatgaccaaa ttggctacta ccgaagagct accagacgaa ttcgtggtgg tgacggtaaa</w:t>
      </w:r>
    </w:p>
    <w:p w14:paraId="0064171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atgaaagatc tcagtccaag atggtatttc tactacctag gaactgggcc agaagctgga</w:t>
      </w:r>
    </w:p>
    <w:p w14:paraId="1AD73363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cttccctatg gtgctaacaa agacggcatc atatgggttg caactgaggg agccttgaat</w:t>
      </w:r>
    </w:p>
    <w:p w14:paraId="4CDB28D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acaccaaaag atcacattgg cacccgcaat cctgctaaca atgctgcaat cgtgctacaa</w:t>
      </w:r>
    </w:p>
    <w:p w14:paraId="0EBBB4F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cttcctcaag gaacaacatt gccaaaaggc ttctacgcag aagggagcag aggcggcagt</w:t>
      </w:r>
    </w:p>
    <w:p w14:paraId="5219A21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caagcctctt ctcgttcctc atcacgtagt cgcaacagtt caagaaattc aactccaggc</w:t>
      </w:r>
    </w:p>
    <w:p w14:paraId="3C6D62EB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agcagtaaac gaacttctcc tgctagaatg gctggcaatg gcggtgatgc tgctcttgct</w:t>
      </w:r>
    </w:p>
    <w:p w14:paraId="4B789B2D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ttgctgctgc ttgacagatt gaaccagctt gagagcaaaa tgtctggtaa aggccaacaa</w:t>
      </w:r>
    </w:p>
    <w:p w14:paraId="6CE5E3F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caacaaggcc aaactgtcac taagaaatct gctgctgagg cttctaagaa gcctcggcaa</w:t>
      </w:r>
    </w:p>
    <w:p w14:paraId="4A6753AC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aaacgtactg ccactaaagc atacaatgta acacaagctt tcggcagacg tggtccagaa</w:t>
      </w:r>
    </w:p>
    <w:p w14:paraId="7901B85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caaacccaag gaaattttgg ggaccaggaa ctaatcagac aaggaactga ttacaaacat</w:t>
      </w:r>
    </w:p>
    <w:p w14:paraId="5209A6B0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tggccgcaaa ttgcacaatt tgcccccagc gcttcagcgt tcttcggaat gtcgcgcatt</w:t>
      </w:r>
    </w:p>
    <w:p w14:paraId="574C9A0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ggcatggaag tcacaccttc gggaacgtgg ttgacctaca caggtgccat caaattggat</w:t>
      </w:r>
    </w:p>
    <w:p w14:paraId="30BF0F69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gacaaagatc caaatttcaa agatcaagtc attttgctga ataagcatat tgacgcatac</w:t>
      </w:r>
    </w:p>
    <w:p w14:paraId="2CBF0071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aaaacattcc caccaacaga gcctaaaaag gacaaaaaga agaaggctga tgaaactcaa</w:t>
      </w:r>
    </w:p>
    <w:p w14:paraId="3680CBF6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gccttaccgc agagacagaa gaaacagcaa actgtgactc ttcttcctgc tgcagatttg</w:t>
      </w:r>
    </w:p>
    <w:p w14:paraId="061D7F34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gatgatttct ccaaacaatt gcaacaatcc atgagcagtg ctgactcaac tcaggcctaa</w:t>
      </w:r>
    </w:p>
    <w:p w14:paraId="34A59168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actcatgcag accacacaag gcagatgggc tatataaacg ttttcgcttt tccgtttacg</w:t>
      </w:r>
    </w:p>
    <w:p w14:paraId="4EC8205E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atatatagtc tactcttgtg cagaatgaat tctcgtaact acatagcaca agtagatgta</w:t>
      </w:r>
    </w:p>
    <w:p w14:paraId="6E8E8AF7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gttaacttta atct</w:t>
      </w:r>
    </w:p>
    <w:p w14:paraId="6D76173F" w14:textId="77777777" w:rsidR="00152DBA" w:rsidRPr="00152DBA" w:rsidRDefault="00152DBA" w:rsidP="00152D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52DB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672ED6A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DBA"/>
    <w:rsid w:val="00027553"/>
    <w:rsid w:val="0004370C"/>
    <w:rsid w:val="000A1613"/>
    <w:rsid w:val="000A2341"/>
    <w:rsid w:val="00145305"/>
    <w:rsid w:val="00152DBA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951935"/>
  <w15:chartTrackingRefBased/>
  <w15:docId w15:val="{340BF272-7CA0-E449-87AF-531800F02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4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64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2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97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483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11047</Words>
  <Characters>62972</Characters>
  <Application>Microsoft Office Word</Application>
  <DocSecurity>0</DocSecurity>
  <Lines>524</Lines>
  <Paragraphs>147</Paragraphs>
  <ScaleCrop>false</ScaleCrop>
  <Company/>
  <LinksUpToDate>false</LinksUpToDate>
  <CharactersWithSpaces>73872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2023-01-30T02:44:00Z</dcterms:created>
  <dcterms:modified xsi:type="dcterms:W3CDTF">2023-01-30T02:44:00Z</dcterms:modified>
</cp:coreProperties>
</file>